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8719B6"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B71652" w:rsidRPr="00035744" w:rsidRDefault="00B71652"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B71652" w:rsidRPr="00035744" w:rsidRDefault="00B71652"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F67943" w:rsidRPr="00F67943">
            <w:rPr>
              <w:rStyle w:val="CommentReference"/>
              <w:rFonts w:ascii="Calibri" w:hAnsi="Calibri"/>
              <w:sz w:val="28"/>
            </w:rPr>
            <w:t>90971 Version 3</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541317">
            <w:rPr>
              <w:rStyle w:val="VPField14pt"/>
            </w:rPr>
            <w:t>Take action to enhance an aspect of personal well-being</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0A7F13">
            <w:rPr>
              <w:rStyle w:val="VPField14pt"/>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D134BD">
            <w:rPr>
              <w:rStyle w:val="VPField14pt"/>
            </w:rPr>
            <w:t>3</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AD2923">
            <w:rPr>
              <w:rStyle w:val="VPField14pt"/>
            </w:rPr>
            <w:t>When the going gets tough, the tough take care of themselves</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D134BD">
            <w:rPr>
              <w:rStyle w:val="VPField14pt"/>
            </w:rPr>
            <w:t>Health</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0A7F13">
            <w:rPr>
              <w:rStyle w:val="VPField14pt"/>
            </w:rPr>
            <w:t>1.</w:t>
          </w:r>
          <w:r w:rsidR="0012518E">
            <w:rPr>
              <w:rStyle w:val="VPField14pt"/>
            </w:rPr>
            <w:t>1</w:t>
          </w:r>
          <w:r w:rsidR="00F67943">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AD2923">
            <w:rPr>
              <w:rStyle w:val="VPField14pt"/>
            </w:rPr>
            <w:t>Social and Community Services</w:t>
          </w:r>
        </w:sdtContent>
      </w:sdt>
    </w:p>
    <w:p w:rsidR="007534F7" w:rsidRPr="00F27C34" w:rsidRDefault="007534F7"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F67943" w:rsidRPr="00F6222A" w:rsidRDefault="00F67943" w:rsidP="00F67943">
            <w:pPr>
              <w:rPr>
                <w:lang w:val="en-GB"/>
              </w:rPr>
            </w:pPr>
            <w:r>
              <w:rPr>
                <w:lang w:val="en-GB"/>
              </w:rPr>
              <w:t>February</w:t>
            </w:r>
            <w:r w:rsidRPr="00F6222A">
              <w:rPr>
                <w:lang w:val="en-GB"/>
              </w:rPr>
              <w:t xml:space="preserve"> </w:t>
            </w:r>
            <w:r>
              <w:rPr>
                <w:lang w:val="en-GB"/>
              </w:rPr>
              <w:t>2015 Version 2</w:t>
            </w:r>
          </w:p>
          <w:p w:rsidR="00F6222A" w:rsidRPr="00F6222A" w:rsidRDefault="00F6222A" w:rsidP="00F67943">
            <w:pPr>
              <w:rPr>
                <w:lang w:val="en-GB"/>
              </w:rPr>
            </w:pPr>
            <w:r w:rsidRPr="00F6222A">
              <w:rPr>
                <w:lang w:val="en-GB"/>
              </w:rPr>
              <w:t xml:space="preserve">To support internal assessment from </w:t>
            </w:r>
            <w:r>
              <w:rPr>
                <w:lang w:val="en-GB"/>
              </w:rPr>
              <w:t>201</w:t>
            </w:r>
            <w:r w:rsidR="00F67943">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F67943">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F67943">
              <w:t>02</w:t>
            </w:r>
            <w:r w:rsidRPr="0031555D">
              <w:t>-201</w:t>
            </w:r>
            <w:r w:rsidR="00F67943">
              <w:t>5</w:t>
            </w:r>
            <w:r w:rsidRPr="0031555D">
              <w:t>-</w:t>
            </w:r>
            <w:r w:rsidR="001F6E9C">
              <w:t>90971-</w:t>
            </w:r>
            <w:r w:rsidR="00F67943">
              <w:t>02</w:t>
            </w:r>
            <w:r w:rsidR="001F6E9C">
              <w:t>-7</w:t>
            </w:r>
            <w:bookmarkStart w:id="0" w:name="_GoBack"/>
            <w:bookmarkEnd w:id="0"/>
            <w:r w:rsidR="00F67943">
              <w:t>249</w:t>
            </w:r>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0A7F13">
            <w:t>909</w:t>
          </w:r>
          <w:r w:rsidR="00541317">
            <w:t>71</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EndPr>
          <w:rPr>
            <w:rStyle w:val="xStyleBold"/>
            <w:b/>
            <w:bCs/>
          </w:rPr>
        </w:sdtEndPr>
        <w:sdtContent>
          <w:r w:rsidR="00541317">
            <w:t>Take action to enhance an aspect of personal well-being</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478266368"/>
          <w:placeholder>
            <w:docPart w:val="9D5E4BB0041F4BD0AA622954C1A2E1C4"/>
          </w:placeholder>
          <w:text/>
        </w:sdtPr>
        <w:sdtEndPr>
          <w:rPr>
            <w:rStyle w:val="xStyleBold"/>
            <w:b/>
            <w:bCs/>
          </w:rPr>
        </w:sdtEndPr>
        <w:sdtContent>
          <w:r w:rsidR="000A7F13">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541317">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EndPr>
          <w:rPr>
            <w:rStyle w:val="xStyleBold"/>
            <w:b/>
            <w:bCs/>
          </w:rPr>
        </w:sdtEndPr>
        <w:sdtContent>
          <w:r w:rsidR="00AD2923">
            <w:t>When the going gets tough, the tough take care of themselves</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EndPr>
          <w:rPr>
            <w:rStyle w:val="xStyleBold"/>
            <w:b/>
            <w:bCs/>
          </w:rPr>
        </w:sdtEndPr>
        <w:sdtContent>
          <w:r w:rsidR="00541317">
            <w:t>Health</w:t>
          </w:r>
        </w:sdtContent>
      </w:sdt>
      <w:r w:rsidR="00811D80">
        <w:t xml:space="preserve"> </w:t>
      </w:r>
      <w:r w:rsidR="00811D80" w:rsidRPr="00CB5956">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0A7F13">
            <w:t>1.</w:t>
          </w:r>
          <w:r w:rsidR="0012518E">
            <w:t>1</w:t>
          </w:r>
          <w:r w:rsidR="00F67943">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329562876"/>
          <w:placeholder>
            <w:docPart w:val="56578F969244430093405F158F4FC404"/>
          </w:placeholder>
          <w:text/>
        </w:sdtPr>
        <w:sdtEndPr>
          <w:rPr>
            <w:rStyle w:val="xStyleBold"/>
            <w:b/>
            <w:bCs/>
          </w:rPr>
        </w:sdtEndPr>
        <w:sdtContent>
          <w:r w:rsidR="00AD2923">
            <w:t>Social and Community Services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DD7809" w:rsidRPr="00E73F2B" w:rsidRDefault="00E053F6" w:rsidP="00DD7809">
      <w:pPr>
        <w:rPr>
          <w:b/>
        </w:rPr>
      </w:pPr>
      <w:r>
        <w:t xml:space="preserve">This assessment activity requires you </w:t>
      </w:r>
      <w:r w:rsidR="00DD7809" w:rsidRPr="00E73F2B">
        <w:t xml:space="preserve">to </w:t>
      </w:r>
      <w:r w:rsidR="00DD7809" w:rsidRPr="00E73F2B">
        <w:rPr>
          <w:color w:val="000000"/>
        </w:rPr>
        <w:t>take action to enhance an aspect of your personal well-being</w:t>
      </w:r>
      <w:r w:rsidR="00DD7809">
        <w:rPr>
          <w:color w:val="000000"/>
        </w:rPr>
        <w:t xml:space="preserve"> </w:t>
      </w:r>
      <w:r w:rsidR="00DD7809" w:rsidRPr="00E73F2B">
        <w:t xml:space="preserve">so you will be better prepared </w:t>
      </w:r>
      <w:r w:rsidR="00FD3205">
        <w:t>to</w:t>
      </w:r>
      <w:r w:rsidR="00DD7809" w:rsidRPr="00E73F2B">
        <w:t xml:space="preserve"> work </w:t>
      </w:r>
      <w:r w:rsidR="003304C2">
        <w:t>as an ambulance officer</w:t>
      </w:r>
      <w:r w:rsidR="00DD7809" w:rsidRPr="00E73F2B">
        <w:rPr>
          <w:color w:val="000000"/>
        </w:rPr>
        <w:t>.</w:t>
      </w:r>
      <w:r w:rsidR="00E45C47">
        <w:rPr>
          <w:color w:val="000000"/>
        </w:rPr>
        <w:t xml:space="preserve"> You will implement and evaluate a specific, measurable, achievable, realistic and time framed (SMART) health-related action plan.</w:t>
      </w:r>
    </w:p>
    <w:p w:rsidR="0004443A" w:rsidRDefault="00E053F6" w:rsidP="00DD7809">
      <w:r>
        <w:t xml:space="preserve">You are going to be assessed on </w:t>
      </w:r>
      <w:r w:rsidR="008719E9">
        <w:t xml:space="preserve">how </w:t>
      </w:r>
      <w:r w:rsidR="00DD7809" w:rsidRPr="00E73F2B">
        <w:rPr>
          <w:rFonts w:ascii="Calibri" w:hAnsi="Calibri" w:cs="Calibri"/>
        </w:rPr>
        <w:t>comprehensive</w:t>
      </w:r>
      <w:r w:rsidR="008719E9">
        <w:rPr>
          <w:rFonts w:ascii="Calibri" w:hAnsi="Calibri" w:cs="Calibri"/>
        </w:rPr>
        <w:t>ly you take</w:t>
      </w:r>
      <w:r w:rsidR="00DD7809" w:rsidRPr="00E73F2B">
        <w:rPr>
          <w:rFonts w:ascii="Calibri" w:hAnsi="Calibri" w:cs="Calibri"/>
        </w:rPr>
        <w:t xml:space="preserve"> action to enhance an aspect of your personal well-being. </w:t>
      </w:r>
      <w:r w:rsidR="00DD7809" w:rsidRPr="00E73F2B">
        <w:rPr>
          <w:color w:val="000000"/>
        </w:rPr>
        <w:t xml:space="preserve">You are required to </w:t>
      </w:r>
      <w:r w:rsidR="00E45C47">
        <w:rPr>
          <w:color w:val="000000"/>
        </w:rPr>
        <w:t xml:space="preserve">describe a SMART personal health-related goal, </w:t>
      </w:r>
      <w:r w:rsidR="00976CC8">
        <w:rPr>
          <w:color w:val="000000"/>
        </w:rPr>
        <w:t xml:space="preserve">and </w:t>
      </w:r>
      <w:r w:rsidR="007D0100">
        <w:rPr>
          <w:color w:val="000000"/>
        </w:rPr>
        <w:t xml:space="preserve">develop a coherent and well-connected action </w:t>
      </w:r>
      <w:r w:rsidR="00DD7809" w:rsidRPr="00E73F2B">
        <w:rPr>
          <w:color w:val="000000"/>
        </w:rPr>
        <w:t>plan, implement</w:t>
      </w:r>
      <w:r w:rsidR="007D0100">
        <w:rPr>
          <w:color w:val="000000"/>
        </w:rPr>
        <w:t xml:space="preserve"> the plan</w:t>
      </w:r>
      <w:r w:rsidR="00DD7809" w:rsidRPr="00E73F2B">
        <w:rPr>
          <w:color w:val="000000"/>
        </w:rPr>
        <w:t xml:space="preserve">, and </w:t>
      </w:r>
      <w:r w:rsidR="007D0100">
        <w:rPr>
          <w:color w:val="000000"/>
        </w:rPr>
        <w:t>show critical insight in your evaluation.</w:t>
      </w:r>
    </w:p>
    <w:p w:rsidR="00E053F6" w:rsidRDefault="00B320A2" w:rsidP="00E053F6">
      <w:r>
        <w:t xml:space="preserve">The following instructions provide you with a way to structure your work </w:t>
      </w:r>
      <w:r w:rsidR="00CB5956">
        <w:t xml:space="preserve">so you can </w:t>
      </w:r>
      <w:r>
        <w:t xml:space="preserve">demonstrate what you have learnt </w:t>
      </w:r>
      <w:r w:rsidR="00CB5956">
        <w:t xml:space="preserve">and </w:t>
      </w:r>
      <w:r>
        <w:t>achieve success in this standard.</w:t>
      </w:r>
    </w:p>
    <w:p w:rsidR="008D5192" w:rsidRPr="00C64D7A" w:rsidRDefault="008D5192" w:rsidP="007027C1">
      <w:pPr>
        <w:pStyle w:val="VPAnnotationsbox"/>
        <w:rPr>
          <w:strike/>
        </w:rPr>
      </w:pPr>
      <w:r>
        <w:t xml:space="preserve">Assessor/educator note: </w:t>
      </w:r>
      <w:r w:rsidR="008719E9">
        <w:t>It is expected that the assessor/educator will read the learner instructions and modify them if necessary to suit their learners.</w:t>
      </w:r>
    </w:p>
    <w:p w:rsidR="00E053F6" w:rsidRDefault="00B320A2" w:rsidP="00B320A2">
      <w:pPr>
        <w:pStyle w:val="Heading1"/>
      </w:pPr>
      <w:r>
        <w:t>Task</w:t>
      </w:r>
    </w:p>
    <w:p w:rsidR="003304C2" w:rsidRPr="00CC5A26" w:rsidRDefault="008719E9" w:rsidP="0004443A">
      <w:r>
        <w:t xml:space="preserve">You are preparing for a role in the social and community services sector. </w:t>
      </w:r>
      <w:r w:rsidR="0004443A" w:rsidRPr="00E73F2B">
        <w:t>Work is an important and rewarding part of life. Not only does work enable you to pay your day to day bills, it gives you more choices in life</w:t>
      </w:r>
      <w:r w:rsidR="0004443A">
        <w:t>:</w:t>
      </w:r>
      <w:r w:rsidR="0004443A" w:rsidRPr="00E73F2B">
        <w:t xml:space="preserve"> where to live, what to buy, how to enjoy yourself. However, all types of work can present challenges to your personal well-being. Working </w:t>
      </w:r>
      <w:r w:rsidR="003304C2">
        <w:t>as an ambulance officer with r</w:t>
      </w:r>
      <w:r w:rsidR="003304C2" w:rsidRPr="00FF3014">
        <w:t xml:space="preserve">otating shifts and/or work can be physically, mentally and emotionally demanding. When the going gets too tough and </w:t>
      </w:r>
      <w:r w:rsidR="003304C2">
        <w:t>‘</w:t>
      </w:r>
      <w:r w:rsidR="003304C2" w:rsidRPr="00FF3014">
        <w:t>the tough</w:t>
      </w:r>
      <w:r w:rsidR="003304C2">
        <w:t>’</w:t>
      </w:r>
      <w:r w:rsidR="003304C2" w:rsidRPr="00FF3014">
        <w:t xml:space="preserve"> just keep going</w:t>
      </w:r>
      <w:r w:rsidR="003304C2">
        <w:t>,</w:t>
      </w:r>
      <w:r w:rsidR="003304C2" w:rsidRPr="00FF3014">
        <w:t xml:space="preserve"> without taking care of themselves, they burn out</w:t>
      </w:r>
      <w:r w:rsidR="003304C2">
        <w:t>.</w:t>
      </w:r>
    </w:p>
    <w:p w:rsidR="008719E9" w:rsidRDefault="008719E9" w:rsidP="008719E9">
      <w:pPr>
        <w:rPr>
          <w:lang w:eastAsia="ar-SA"/>
        </w:rPr>
      </w:pPr>
      <w:r>
        <w:rPr>
          <w:lang w:eastAsia="ar-SA"/>
        </w:rPr>
        <w:t>You may choose to base your plan and implementation around another role in the community services sector</w:t>
      </w:r>
      <w:r w:rsidR="009237C7">
        <w:rPr>
          <w:lang w:eastAsia="ar-SA"/>
        </w:rPr>
        <w:t xml:space="preserve">. </w:t>
      </w:r>
      <w:r>
        <w:rPr>
          <w:lang w:eastAsia="ar-SA"/>
        </w:rPr>
        <w:t>Consult with your assessor</w:t>
      </w:r>
      <w:r w:rsidR="00D17E01">
        <w:rPr>
          <w:lang w:eastAsia="ar-SA"/>
        </w:rPr>
        <w:t>/educator</w:t>
      </w:r>
      <w:r>
        <w:rPr>
          <w:lang w:eastAsia="ar-SA"/>
        </w:rPr>
        <w:t xml:space="preserve"> and agree on this before beginning the task.</w:t>
      </w:r>
    </w:p>
    <w:p w:rsidR="00DB0ED2" w:rsidRPr="003C6DD6" w:rsidRDefault="003C6DD6" w:rsidP="00872644">
      <w:pPr>
        <w:pStyle w:val="Heading2"/>
        <w:keepNext/>
      </w:pPr>
      <w:r w:rsidRPr="003C6DD6">
        <w:lastRenderedPageBreak/>
        <w:t>Pa</w:t>
      </w:r>
      <w:r>
        <w:t>r</w:t>
      </w:r>
      <w:r w:rsidRPr="003C6DD6">
        <w:t>t</w:t>
      </w:r>
      <w:r w:rsidR="0069709F">
        <w:t xml:space="preserve"> </w:t>
      </w:r>
      <w:r w:rsidRPr="003C6DD6">
        <w:t>1: Plan</w:t>
      </w:r>
    </w:p>
    <w:p w:rsidR="003C6DD6" w:rsidRPr="00E73F2B" w:rsidRDefault="003C6DD6" w:rsidP="00872644">
      <w:pPr>
        <w:pStyle w:val="Heading3"/>
        <w:keepNext/>
      </w:pPr>
      <w:r w:rsidRPr="00E73F2B">
        <w:t>Identify challenges to your well-being</w:t>
      </w:r>
    </w:p>
    <w:p w:rsidR="003C6DD6" w:rsidRPr="003C6DD6" w:rsidRDefault="003C6DD6" w:rsidP="00FA6794">
      <w:r>
        <w:t>First c</w:t>
      </w:r>
      <w:r w:rsidRPr="003C6DD6">
        <w:t>onsider the aspects of your well-being that can be enhanced to enable you to be more employable and successful in your future career</w:t>
      </w:r>
      <w:r w:rsidR="009237C7">
        <w:t xml:space="preserve">. </w:t>
      </w:r>
    </w:p>
    <w:p w:rsidR="004529C5" w:rsidRDefault="00FA6794" w:rsidP="00FA6794">
      <w:r>
        <w:t>C</w:t>
      </w:r>
      <w:r w:rsidR="003C6DD6" w:rsidRPr="003C6DD6">
        <w:t xml:space="preserve">onsider the possible challenges of working </w:t>
      </w:r>
      <w:r w:rsidR="00D50EBE">
        <w:t>as an ambulance officer</w:t>
      </w:r>
      <w:r w:rsidR="003C6DD6">
        <w:t xml:space="preserve">. </w:t>
      </w:r>
      <w:r w:rsidR="00A16BC5">
        <w:t>Read the examples of challenges provided in Resource A.</w:t>
      </w:r>
    </w:p>
    <w:p w:rsidR="00A16BC5" w:rsidRDefault="00A16BC5" w:rsidP="00FA6794">
      <w:r>
        <w:t>B</w:t>
      </w:r>
      <w:r w:rsidRPr="003C6DD6">
        <w:t>rainstorm how the</w:t>
      </w:r>
      <w:r>
        <w:t>se challenges</w:t>
      </w:r>
      <w:r w:rsidRPr="003C6DD6">
        <w:t xml:space="preserve"> could affect your personal well-being</w:t>
      </w:r>
      <w:r>
        <w:t>.</w:t>
      </w:r>
      <w:r w:rsidRPr="003C6DD6">
        <w:t xml:space="preserve"> </w:t>
      </w:r>
    </w:p>
    <w:p w:rsidR="003C6DD6" w:rsidRPr="00E73F2B" w:rsidRDefault="003C6DD6" w:rsidP="000A522B">
      <w:pPr>
        <w:pStyle w:val="Heading3"/>
      </w:pPr>
      <w:r w:rsidRPr="00E73F2B">
        <w:t>Choose a goal</w:t>
      </w:r>
    </w:p>
    <w:p w:rsidR="003C6DD6" w:rsidRDefault="005172B7" w:rsidP="003C6DD6">
      <w:pPr>
        <w:rPr>
          <w:rFonts w:ascii="Calibri" w:hAnsi="Calibri" w:cs="Calibri"/>
          <w:lang w:val="en-AU"/>
        </w:rPr>
      </w:pPr>
      <w:r w:rsidRPr="00E73F2B">
        <w:t>Using information from your brainstorm, choose a health-related goal</w:t>
      </w:r>
      <w:r>
        <w:t xml:space="preserve"> to help you </w:t>
      </w:r>
      <w:r w:rsidRPr="00E73F2B">
        <w:rPr>
          <w:rFonts w:ascii="Calibri" w:hAnsi="Calibri" w:cs="Calibri"/>
        </w:rPr>
        <w:t>enhance your personal well-being,</w:t>
      </w:r>
      <w:r w:rsidRPr="00E73F2B">
        <w:rPr>
          <w:rFonts w:ascii="Calibri" w:hAnsi="Calibri" w:cs="Calibri"/>
          <w:lang w:val="en-AU"/>
        </w:rPr>
        <w:t xml:space="preserve"> so you are better prepared for working </w:t>
      </w:r>
      <w:r>
        <w:rPr>
          <w:rFonts w:ascii="Calibri" w:hAnsi="Calibri" w:cs="Calibri"/>
          <w:lang w:val="en-AU"/>
        </w:rPr>
        <w:t>as an ambulance officer.</w:t>
      </w:r>
      <w:r w:rsidR="00461DCF">
        <w:t xml:space="preserve"> </w:t>
      </w:r>
      <w:r w:rsidR="00461DCF">
        <w:rPr>
          <w:rFonts w:ascii="Calibri" w:hAnsi="Calibri" w:cs="Calibri"/>
          <w:lang w:val="en-AU"/>
        </w:rPr>
        <w:t>H</w:t>
      </w:r>
      <w:r w:rsidR="00461DCF" w:rsidRPr="00E73F2B">
        <w:rPr>
          <w:rFonts w:ascii="Calibri" w:hAnsi="Calibri" w:cs="Calibri"/>
          <w:lang w:val="en-AU"/>
        </w:rPr>
        <w:t>ealth-related areas about which you might develop a goal include:</w:t>
      </w:r>
    </w:p>
    <w:p w:rsidR="00461DCF" w:rsidRPr="00E73F2B" w:rsidRDefault="002964DF" w:rsidP="00461DCF">
      <w:pPr>
        <w:pStyle w:val="VPBulletsbody-againstmargin"/>
      </w:pPr>
      <w:r>
        <w:t>i</w:t>
      </w:r>
      <w:r w:rsidR="00461DCF" w:rsidRPr="00E73F2B">
        <w:t>mproving your</w:t>
      </w:r>
      <w:r w:rsidR="00461DCF">
        <w:t xml:space="preserve"> physical fitness, for example </w:t>
      </w:r>
      <w:r w:rsidR="00461DCF" w:rsidRPr="00E73F2B">
        <w:t>through healthy eating patterns, regular exercise, requirements for sleep and rest</w:t>
      </w:r>
    </w:p>
    <w:p w:rsidR="00461DCF" w:rsidRPr="00E73F2B" w:rsidRDefault="002964DF" w:rsidP="00461DCF">
      <w:pPr>
        <w:pStyle w:val="VPBulletsbody-againstmargin"/>
      </w:pPr>
      <w:r>
        <w:t>i</w:t>
      </w:r>
      <w:r w:rsidR="00461DCF" w:rsidRPr="00E73F2B">
        <w:t xml:space="preserve">ncreasing your use of effective interpersonal communication skills so </w:t>
      </w:r>
      <w:r w:rsidR="00480C16">
        <w:t xml:space="preserve">that </w:t>
      </w:r>
      <w:r w:rsidR="00461DCF" w:rsidRPr="00E73F2B">
        <w:t>when working you will be able to confidently and assertively communicate with workmates</w:t>
      </w:r>
      <w:r w:rsidR="00480C16">
        <w:t xml:space="preserve"> and</w:t>
      </w:r>
      <w:r w:rsidR="00461DCF" w:rsidRPr="00E73F2B">
        <w:t xml:space="preserve"> management</w:t>
      </w:r>
    </w:p>
    <w:p w:rsidR="00461DCF" w:rsidRPr="00E73F2B" w:rsidRDefault="002964DF" w:rsidP="00461DCF">
      <w:pPr>
        <w:pStyle w:val="VPBulletsbody-againstmargin"/>
      </w:pPr>
      <w:r>
        <w:t>d</w:t>
      </w:r>
      <w:r w:rsidR="00461DCF" w:rsidRPr="00E73F2B">
        <w:t xml:space="preserve">eveloping strategies to cope with stress </w:t>
      </w:r>
    </w:p>
    <w:p w:rsidR="00461DCF" w:rsidRPr="00E73F2B" w:rsidRDefault="002964DF" w:rsidP="00461DCF">
      <w:pPr>
        <w:pStyle w:val="VPBulletsbody-againstmargin"/>
      </w:pPr>
      <w:r>
        <w:t>i</w:t>
      </w:r>
      <w:r w:rsidR="00461DCF" w:rsidRPr="00E73F2B">
        <w:t xml:space="preserve">mproving your relationships </w:t>
      </w:r>
      <w:r w:rsidR="00461DCF">
        <w:t>with</w:t>
      </w:r>
      <w:r w:rsidR="008719E9">
        <w:t xml:space="preserve"> others</w:t>
      </w:r>
      <w:r w:rsidR="00480C16">
        <w:t>.</w:t>
      </w:r>
      <w:r w:rsidR="00461DCF" w:rsidRPr="00E73F2B">
        <w:t xml:space="preserve"> </w:t>
      </w:r>
    </w:p>
    <w:p w:rsidR="000A522B" w:rsidRPr="00E73F2B" w:rsidRDefault="000A522B" w:rsidP="000A522B">
      <w:pPr>
        <w:pStyle w:val="Heading3"/>
        <w:rPr>
          <w:lang w:val="en-AU"/>
        </w:rPr>
      </w:pPr>
      <w:r w:rsidRPr="00E73F2B">
        <w:rPr>
          <w:lang w:val="en-AU"/>
        </w:rPr>
        <w:t xml:space="preserve">Describe a SMART goal and </w:t>
      </w:r>
      <w:r>
        <w:rPr>
          <w:lang w:val="en-AU"/>
        </w:rPr>
        <w:t>d</w:t>
      </w:r>
      <w:r w:rsidRPr="00E73F2B">
        <w:rPr>
          <w:lang w:val="en-AU"/>
        </w:rPr>
        <w:t xml:space="preserve">evelop an action plan that will enable you </w:t>
      </w:r>
      <w:r w:rsidR="00E01D6C">
        <w:rPr>
          <w:lang w:val="en-AU"/>
        </w:rPr>
        <w:t xml:space="preserve">to </w:t>
      </w:r>
      <w:r w:rsidRPr="00E73F2B">
        <w:rPr>
          <w:lang w:val="en-AU"/>
        </w:rPr>
        <w:t>achieve your goal</w:t>
      </w:r>
    </w:p>
    <w:p w:rsidR="000A522B" w:rsidRPr="00E73F2B" w:rsidRDefault="000A522B" w:rsidP="00872644">
      <w:pPr>
        <w:rPr>
          <w:lang w:val="en-AU"/>
        </w:rPr>
      </w:pPr>
      <w:r w:rsidRPr="00E73F2B">
        <w:rPr>
          <w:lang w:val="en-AU"/>
        </w:rPr>
        <w:t>In your action plan, include descriptions of the following:</w:t>
      </w:r>
    </w:p>
    <w:p w:rsidR="000A522B" w:rsidRPr="00E73F2B" w:rsidRDefault="000A522B" w:rsidP="0069709F">
      <w:pPr>
        <w:pStyle w:val="VPBulletsbody-againstmargin"/>
        <w:rPr>
          <w:lang w:val="en-AU"/>
        </w:rPr>
      </w:pPr>
      <w:r w:rsidRPr="00E73F2B">
        <w:t xml:space="preserve">a SMART goal </w:t>
      </w:r>
      <w:r w:rsidR="00F31E47" w:rsidRPr="00FF3014">
        <w:rPr>
          <w:rFonts w:ascii="Calibri" w:hAnsi="Calibri" w:cs="Calibri"/>
        </w:rPr>
        <w:t>(the time</w:t>
      </w:r>
      <w:r w:rsidR="0057678D">
        <w:rPr>
          <w:rFonts w:ascii="Calibri" w:hAnsi="Calibri" w:cs="Calibri"/>
        </w:rPr>
        <w:t xml:space="preserve"> </w:t>
      </w:r>
      <w:r w:rsidR="00F31E47" w:rsidRPr="00FF3014">
        <w:rPr>
          <w:rFonts w:ascii="Calibri" w:hAnsi="Calibri" w:cs="Calibri"/>
        </w:rPr>
        <w:t xml:space="preserve">frame is a minimum of </w:t>
      </w:r>
      <w:r w:rsidR="008719E9">
        <w:rPr>
          <w:rFonts w:ascii="Calibri" w:hAnsi="Calibri" w:cs="Calibri"/>
        </w:rPr>
        <w:t>three</w:t>
      </w:r>
      <w:r w:rsidR="00F31E47" w:rsidRPr="00FF3014">
        <w:rPr>
          <w:rFonts w:ascii="Calibri" w:hAnsi="Calibri" w:cs="Calibri"/>
        </w:rPr>
        <w:t xml:space="preserve"> weeks)</w:t>
      </w:r>
    </w:p>
    <w:p w:rsidR="000A522B" w:rsidRPr="00E73F2B" w:rsidRDefault="008C1C1E" w:rsidP="0069709F">
      <w:pPr>
        <w:pStyle w:val="VPBulletsbody-againstmargin"/>
      </w:pPr>
      <w:r>
        <w:t>how aspects of your well-being will be enhanced by achieving this goal (you should include at least two dimensions of hauora)</w:t>
      </w:r>
    </w:p>
    <w:p w:rsidR="000A522B" w:rsidRPr="00E73F2B" w:rsidRDefault="000A522B" w:rsidP="0069709F">
      <w:pPr>
        <w:pStyle w:val="VPBulletsbody-againstmargin"/>
      </w:pPr>
      <w:r w:rsidRPr="00E73F2B">
        <w:t>possible barriers that could hinder the achievement of your goal and how you will overcome these barriers</w:t>
      </w:r>
    </w:p>
    <w:p w:rsidR="000A522B" w:rsidRPr="00E73F2B" w:rsidRDefault="000A522B" w:rsidP="0069709F">
      <w:pPr>
        <w:pStyle w:val="VPBulletsbody-againstmargin"/>
      </w:pPr>
      <w:r w:rsidRPr="00E73F2B">
        <w:t xml:space="preserve">possible enablers (resources) that could help you achieve your goal </w:t>
      </w:r>
    </w:p>
    <w:p w:rsidR="000A522B" w:rsidRPr="00E73F2B" w:rsidRDefault="000A522B" w:rsidP="0069709F">
      <w:pPr>
        <w:pStyle w:val="VPBulletsbody-againstmargin"/>
      </w:pPr>
      <w:r w:rsidRPr="00E73F2B">
        <w:t>three or more important and essential actions to be taken (these will make use of enablers and help to overcome barriers) in order to achieve your SMART goal (the actions should be placed in a logical order)</w:t>
      </w:r>
    </w:p>
    <w:p w:rsidR="008719E9" w:rsidRDefault="000A522B" w:rsidP="0069709F">
      <w:pPr>
        <w:pStyle w:val="VPBulletsbody-againstmargin"/>
      </w:pPr>
      <w:r w:rsidRPr="00E73F2B">
        <w:t>what you will monitor or measure as you implement your action plan to ensure you are on</w:t>
      </w:r>
      <w:r w:rsidR="00140A53">
        <w:t xml:space="preserve"> </w:t>
      </w:r>
      <w:r w:rsidRPr="00E73F2B">
        <w:t>track to achieve your goal.</w:t>
      </w:r>
    </w:p>
    <w:p w:rsidR="000A522B" w:rsidRPr="00E73F2B" w:rsidRDefault="008719E9" w:rsidP="00872644">
      <w:r>
        <w:t>For Excellence you need to provide a coherent and well-connected plan that includes critical steps for achieving the health goal.</w:t>
      </w:r>
    </w:p>
    <w:p w:rsidR="0069709F" w:rsidRPr="003C6DD6" w:rsidRDefault="0069709F" w:rsidP="0069709F">
      <w:pPr>
        <w:pStyle w:val="Heading2"/>
      </w:pPr>
      <w:r w:rsidRPr="003C6DD6">
        <w:t>Pa</w:t>
      </w:r>
      <w:r>
        <w:t>r</w:t>
      </w:r>
      <w:r w:rsidRPr="003C6DD6">
        <w:t>t</w:t>
      </w:r>
      <w:r>
        <w:t xml:space="preserve"> 2</w:t>
      </w:r>
      <w:r w:rsidRPr="003C6DD6">
        <w:t xml:space="preserve">: </w:t>
      </w:r>
      <w:r>
        <w:t>Implement</w:t>
      </w:r>
    </w:p>
    <w:p w:rsidR="0069709F" w:rsidRPr="00E73F2B" w:rsidRDefault="0069709F" w:rsidP="0069709F">
      <w:r>
        <w:t xml:space="preserve">You </w:t>
      </w:r>
      <w:r w:rsidR="008719E9">
        <w:t>must</w:t>
      </w:r>
      <w:r>
        <w:t xml:space="preserve"> </w:t>
      </w:r>
      <w:r w:rsidRPr="00E73F2B">
        <w:t xml:space="preserve">implement your action plan for a minimum of </w:t>
      </w:r>
      <w:r w:rsidR="008719E9">
        <w:rPr>
          <w:lang w:eastAsia="ar-SA"/>
        </w:rPr>
        <w:t>three</w:t>
      </w:r>
      <w:r w:rsidR="005B77CA" w:rsidRPr="008D5192">
        <w:rPr>
          <w:lang w:eastAsia="ar-SA"/>
        </w:rPr>
        <w:t xml:space="preserve"> </w:t>
      </w:r>
      <w:r w:rsidRPr="00E73F2B">
        <w:t>weeks</w:t>
      </w:r>
      <w:r>
        <w:t>.</w:t>
      </w:r>
    </w:p>
    <w:p w:rsidR="00523BAD" w:rsidRDefault="0069709F" w:rsidP="0069709F">
      <w:pPr>
        <w:rPr>
          <w:rFonts w:ascii="Calibri" w:hAnsi="Calibri" w:cs="Calibri"/>
          <w:lang w:val="en-AU"/>
        </w:rPr>
      </w:pPr>
      <w:r w:rsidRPr="00E73F2B">
        <w:t>Record the implementation of your action plan</w:t>
      </w:r>
      <w:r>
        <w:t>.</w:t>
      </w:r>
      <w:r w:rsidRPr="0069709F">
        <w:rPr>
          <w:rFonts w:ascii="Calibri" w:hAnsi="Calibri" w:cs="Calibri"/>
          <w:lang w:val="en-AU"/>
        </w:rPr>
        <w:t xml:space="preserve"> </w:t>
      </w:r>
      <w:r w:rsidRPr="00E73F2B">
        <w:rPr>
          <w:rFonts w:ascii="Calibri" w:hAnsi="Calibri" w:cs="Calibri"/>
          <w:lang w:val="en-AU"/>
        </w:rPr>
        <w:t>Keep a progress log as you work through your action pla</w:t>
      </w:r>
      <w:r>
        <w:rPr>
          <w:rFonts w:ascii="Calibri" w:hAnsi="Calibri" w:cs="Calibri"/>
          <w:lang w:val="en-AU"/>
        </w:rPr>
        <w:t>n.</w:t>
      </w:r>
      <w:r w:rsidRPr="0069709F">
        <w:rPr>
          <w:rFonts w:ascii="Calibri" w:hAnsi="Calibri" w:cs="Calibri"/>
        </w:rPr>
        <w:t xml:space="preserve"> </w:t>
      </w:r>
      <w:r w:rsidRPr="00E73F2B">
        <w:rPr>
          <w:rFonts w:ascii="Calibri" w:hAnsi="Calibri" w:cs="Calibri"/>
        </w:rPr>
        <w:t>Make regular entries in a log that outlines your progress towards your goal.</w:t>
      </w:r>
      <w:r w:rsidRPr="00E73F2B">
        <w:rPr>
          <w:rFonts w:ascii="Calibri" w:hAnsi="Calibri" w:cs="Calibri"/>
          <w:lang w:val="en-AU"/>
        </w:rPr>
        <w:t xml:space="preserve"> </w:t>
      </w:r>
      <w:r w:rsidR="00523BAD" w:rsidRPr="001B53BC">
        <w:rPr>
          <w:rFonts w:ascii="Calibri" w:hAnsi="Calibri" w:cs="Calibri"/>
          <w:lang w:val="en-AU"/>
        </w:rPr>
        <w:t>Remember to record any deviations or changes that occurred from your initial plan.</w:t>
      </w:r>
    </w:p>
    <w:p w:rsidR="00523BAD" w:rsidRPr="006D3B92" w:rsidRDefault="00523BAD" w:rsidP="00523BAD">
      <w:pPr>
        <w:pStyle w:val="VPAnnotationsbox"/>
      </w:pPr>
      <w:r w:rsidRPr="006D3B92">
        <w:lastRenderedPageBreak/>
        <w:t xml:space="preserve">Assessor/educator note: You might need to alter this format and instructions about the progress log if a different log such as a blog or audio/video diary is used by the learners. </w:t>
      </w:r>
    </w:p>
    <w:p w:rsidR="0069709F" w:rsidRPr="00E73F2B" w:rsidRDefault="0069709F" w:rsidP="0069709F">
      <w:pPr>
        <w:rPr>
          <w:rFonts w:ascii="Calibri" w:hAnsi="Calibri" w:cs="Calibri"/>
          <w:lang w:val="en-AU"/>
        </w:rPr>
      </w:pPr>
      <w:r w:rsidRPr="00E73F2B">
        <w:rPr>
          <w:rFonts w:ascii="Calibri" w:hAnsi="Calibri" w:cs="Calibri"/>
          <w:lang w:val="en-AU"/>
        </w:rPr>
        <w:t>I</w:t>
      </w:r>
      <w:r>
        <w:rPr>
          <w:rFonts w:ascii="Calibri" w:hAnsi="Calibri" w:cs="Calibri"/>
          <w:lang w:val="en-AU"/>
        </w:rPr>
        <w:t>nclude i</w:t>
      </w:r>
      <w:r w:rsidRPr="00E73F2B">
        <w:rPr>
          <w:rFonts w:ascii="Calibri" w:hAnsi="Calibri" w:cs="Calibri"/>
          <w:lang w:val="en-AU"/>
        </w:rPr>
        <w:t>n your progress log:</w:t>
      </w:r>
    </w:p>
    <w:p w:rsidR="0069709F" w:rsidRPr="00E73F2B" w:rsidRDefault="0069709F" w:rsidP="0069709F">
      <w:pPr>
        <w:pStyle w:val="VPBulletsbody-againstmargin"/>
        <w:rPr>
          <w:lang w:val="en-AU"/>
        </w:rPr>
      </w:pPr>
      <w:r w:rsidRPr="00E73F2B">
        <w:t xml:space="preserve">date of the action </w:t>
      </w:r>
    </w:p>
    <w:p w:rsidR="0069709F" w:rsidRPr="00E73F2B" w:rsidRDefault="0069709F" w:rsidP="0069709F">
      <w:pPr>
        <w:pStyle w:val="VPBulletsbody-againstmargin"/>
      </w:pPr>
      <w:r w:rsidRPr="00E73F2B">
        <w:t xml:space="preserve">description of what happened </w:t>
      </w:r>
    </w:p>
    <w:p w:rsidR="0069709F" w:rsidRPr="00E73F2B" w:rsidRDefault="0069709F" w:rsidP="0069709F">
      <w:pPr>
        <w:pStyle w:val="VPBulletsbody-againstmargin"/>
      </w:pPr>
      <w:r w:rsidRPr="00E73F2B">
        <w:t>who or what helped (enablers)</w:t>
      </w:r>
    </w:p>
    <w:p w:rsidR="0069709F" w:rsidRPr="00E73F2B" w:rsidRDefault="0069709F" w:rsidP="0069709F">
      <w:pPr>
        <w:pStyle w:val="VPBulletsbody-againstmargin"/>
      </w:pPr>
      <w:r w:rsidRPr="00E73F2B">
        <w:t>what problems arose (barriers)</w:t>
      </w:r>
    </w:p>
    <w:p w:rsidR="0069709F" w:rsidRPr="00E73F2B" w:rsidRDefault="0069709F" w:rsidP="0069709F">
      <w:pPr>
        <w:pStyle w:val="VPBulletsbody-againstmargin"/>
      </w:pPr>
      <w:r w:rsidRPr="00E73F2B">
        <w:t xml:space="preserve">your thoughts and/or feelings about progress towards your goal. </w:t>
      </w:r>
    </w:p>
    <w:p w:rsidR="0069709F" w:rsidRPr="00E73F2B" w:rsidRDefault="0069709F" w:rsidP="0069709F">
      <w:pPr>
        <w:pStyle w:val="Heading2"/>
      </w:pPr>
      <w:r>
        <w:t xml:space="preserve">Part 3: </w:t>
      </w:r>
      <w:r w:rsidRPr="00E73F2B">
        <w:t>Evaluate the implementation of your action plan</w:t>
      </w:r>
    </w:p>
    <w:p w:rsidR="00364E6D" w:rsidRDefault="00364E6D" w:rsidP="00364E6D">
      <w:pPr>
        <w:rPr>
          <w:rFonts w:ascii="Calibri" w:hAnsi="Calibri" w:cs="Calibri"/>
          <w:lang w:val="en-AU"/>
        </w:rPr>
      </w:pPr>
      <w:r>
        <w:t>Using you</w:t>
      </w:r>
      <w:r w:rsidR="008719E9">
        <w:t>r</w:t>
      </w:r>
      <w:r>
        <w:t xml:space="preserve"> log entries, p</w:t>
      </w:r>
      <w:r w:rsidRPr="00E73F2B">
        <w:rPr>
          <w:rFonts w:ascii="Calibri" w:hAnsi="Calibri" w:cs="Calibri"/>
          <w:lang w:val="en-AU"/>
        </w:rPr>
        <w:t xml:space="preserve">resent an evaluation that </w:t>
      </w:r>
      <w:r w:rsidR="008C1C1E">
        <w:rPr>
          <w:rFonts w:ascii="Calibri" w:hAnsi="Calibri" w:cs="Calibri"/>
          <w:lang w:val="en-AU"/>
        </w:rPr>
        <w:t>shows critical insight in explanations of:</w:t>
      </w:r>
    </w:p>
    <w:p w:rsidR="00364E6D" w:rsidRPr="00E73F2B" w:rsidRDefault="008719E9" w:rsidP="00364E6D">
      <w:pPr>
        <w:pStyle w:val="VPBulletsbody-againstmargin"/>
      </w:pPr>
      <w:r>
        <w:t>a</w:t>
      </w:r>
      <w:r w:rsidR="00364E6D" w:rsidRPr="00E73F2B">
        <w:t xml:space="preserve">ctions that were successful and </w:t>
      </w:r>
      <w:r w:rsidR="00364E6D">
        <w:t>reasons why</w:t>
      </w:r>
    </w:p>
    <w:p w:rsidR="001D6C35" w:rsidRPr="00E73F2B" w:rsidRDefault="008719E9" w:rsidP="001D6C35">
      <w:pPr>
        <w:pStyle w:val="VPBulletsbody-againstmargin"/>
      </w:pPr>
      <w:r>
        <w:t>a</w:t>
      </w:r>
      <w:r w:rsidR="00364E6D" w:rsidRPr="00E73F2B">
        <w:t xml:space="preserve">ctions that were not so successful and </w:t>
      </w:r>
      <w:r w:rsidR="001D6C35">
        <w:t>reasons why</w:t>
      </w:r>
    </w:p>
    <w:p w:rsidR="00364E6D" w:rsidRPr="00C23E2C" w:rsidRDefault="00E1093A" w:rsidP="00364E6D">
      <w:pPr>
        <w:pStyle w:val="VPBulletsbody-againstmargin"/>
      </w:pPr>
      <w:r w:rsidRPr="00C23E2C">
        <w:t>enablers that arose during the implementation process and how you made use of them, or how you made better use of them</w:t>
      </w:r>
    </w:p>
    <w:p w:rsidR="00364E6D" w:rsidRPr="00E73F2B" w:rsidRDefault="008719E9" w:rsidP="00364E6D">
      <w:pPr>
        <w:pStyle w:val="VPBulletsbody-againstmargin"/>
      </w:pPr>
      <w:r>
        <w:t>b</w:t>
      </w:r>
      <w:r w:rsidR="00364E6D" w:rsidRPr="00E73F2B">
        <w:t>arriers that arose during the implementation process and how they hindered you achieving your goal and/or how you overcame them</w:t>
      </w:r>
    </w:p>
    <w:p w:rsidR="00364E6D" w:rsidRPr="00E73F2B" w:rsidRDefault="008719E9" w:rsidP="00364E6D">
      <w:pPr>
        <w:pStyle w:val="VPBulletsbody-againstmargin"/>
      </w:pPr>
      <w:r>
        <w:t>w</w:t>
      </w:r>
      <w:r w:rsidR="00364E6D" w:rsidRPr="00E73F2B">
        <w:t>hether you achieved your goal partially, fully, or not at all, and why</w:t>
      </w:r>
    </w:p>
    <w:p w:rsidR="00364E6D" w:rsidRPr="00E73F2B" w:rsidRDefault="008719E9" w:rsidP="00364E6D">
      <w:pPr>
        <w:pStyle w:val="VPBulletsbody-againstmargin"/>
      </w:pPr>
      <w:r>
        <w:t>r</w:t>
      </w:r>
      <w:r w:rsidR="00364E6D" w:rsidRPr="00E73F2B">
        <w:t>ecommendations for future action: what would you do differently or what would you repeat and why</w:t>
      </w:r>
    </w:p>
    <w:p w:rsidR="00364E6D" w:rsidRPr="00E73F2B" w:rsidRDefault="008719E9" w:rsidP="00364E6D">
      <w:pPr>
        <w:pStyle w:val="VPBulletsbody-againstmargin"/>
      </w:pPr>
      <w:r>
        <w:t>w</w:t>
      </w:r>
      <w:r w:rsidR="00364E6D" w:rsidRPr="00E73F2B">
        <w:t>hat you learnt about yourself by taking this action that will help you in the future</w:t>
      </w:r>
    </w:p>
    <w:p w:rsidR="008719E9" w:rsidRDefault="008719E9" w:rsidP="00364E6D">
      <w:pPr>
        <w:pStyle w:val="VPBulletsbody-againstmargin"/>
      </w:pPr>
      <w:r>
        <w:t>h</w:t>
      </w:r>
      <w:r w:rsidR="00364E6D" w:rsidRPr="00E73F2B">
        <w:t>ow your well-being has been enhanced by taking this action</w:t>
      </w:r>
    </w:p>
    <w:p w:rsidR="00364E6D" w:rsidRDefault="008719E9" w:rsidP="004065EA">
      <w:pPr>
        <w:pStyle w:val="VPBulletsbody-againstmargin"/>
      </w:pPr>
      <w:r>
        <w:t xml:space="preserve">how you will be better prepared to work as an ambulance </w:t>
      </w:r>
      <w:r w:rsidR="00D17E01">
        <w:t>officer</w:t>
      </w:r>
      <w:r>
        <w:t>.</w:t>
      </w:r>
    </w:p>
    <w:p w:rsidR="00A16BC5" w:rsidRDefault="00611E7E" w:rsidP="00611E7E">
      <w:pPr>
        <w:rPr>
          <w:rFonts w:ascii="Calibri" w:hAnsi="Calibri" w:cs="Calibri"/>
        </w:rPr>
      </w:pPr>
      <w:r w:rsidRPr="00FF3014">
        <w:rPr>
          <w:lang w:val="en-AU"/>
        </w:rPr>
        <w:t>Submit all of your completed materials to your assessor</w:t>
      </w:r>
      <w:r>
        <w:rPr>
          <w:lang w:val="en-AU"/>
        </w:rPr>
        <w:t xml:space="preserve">/educator including </w:t>
      </w:r>
      <w:r w:rsidRPr="00FF3014">
        <w:rPr>
          <w:rFonts w:ascii="Calibri" w:hAnsi="Calibri" w:cs="Calibri"/>
          <w:lang w:val="en-AU"/>
        </w:rPr>
        <w:t>your</w:t>
      </w:r>
      <w:r>
        <w:rPr>
          <w:rFonts w:ascii="Calibri" w:hAnsi="Calibri" w:cs="Calibri"/>
          <w:lang w:val="en-AU"/>
        </w:rPr>
        <w:t xml:space="preserve"> </w:t>
      </w:r>
      <w:r w:rsidRPr="00FF3014">
        <w:rPr>
          <w:rFonts w:ascii="Calibri" w:hAnsi="Calibri" w:cs="Calibri"/>
        </w:rPr>
        <w:t xml:space="preserve">SMART goal </w:t>
      </w:r>
      <w:r w:rsidR="0066021F">
        <w:rPr>
          <w:rFonts w:ascii="Calibri" w:hAnsi="Calibri" w:cs="Calibri"/>
        </w:rPr>
        <w:t xml:space="preserve">and </w:t>
      </w:r>
      <w:r w:rsidRPr="00FF3014">
        <w:rPr>
          <w:rFonts w:ascii="Calibri" w:hAnsi="Calibri" w:cs="Calibri"/>
        </w:rPr>
        <w:t>action plan</w:t>
      </w:r>
      <w:r>
        <w:rPr>
          <w:rFonts w:ascii="Calibri" w:hAnsi="Calibri" w:cs="Calibri"/>
        </w:rPr>
        <w:t xml:space="preserve">, </w:t>
      </w:r>
      <w:r w:rsidRPr="00FF3014">
        <w:rPr>
          <w:rFonts w:ascii="Calibri" w:hAnsi="Calibri" w:cs="Calibri"/>
        </w:rPr>
        <w:t>progress log</w:t>
      </w:r>
      <w:r>
        <w:rPr>
          <w:rFonts w:ascii="Calibri" w:hAnsi="Calibri" w:cs="Calibri"/>
        </w:rPr>
        <w:t xml:space="preserve"> and </w:t>
      </w:r>
      <w:r w:rsidRPr="00FF3014">
        <w:rPr>
          <w:rFonts w:ascii="Calibri" w:hAnsi="Calibri" w:cs="Calibri"/>
        </w:rPr>
        <w:t>evaluation.</w:t>
      </w:r>
    </w:p>
    <w:p w:rsidR="00A16BC5" w:rsidRDefault="00A16BC5">
      <w:pPr>
        <w:spacing w:before="0" w:after="0"/>
        <w:rPr>
          <w:rFonts w:ascii="Calibri" w:hAnsi="Calibri" w:cs="Calibri"/>
        </w:rPr>
      </w:pPr>
      <w:r>
        <w:rPr>
          <w:rFonts w:ascii="Calibri" w:hAnsi="Calibri" w:cs="Calibri"/>
        </w:rPr>
        <w:br w:type="page"/>
      </w:r>
    </w:p>
    <w:p w:rsidR="00611E7E" w:rsidRDefault="00A16BC5" w:rsidP="00A16BC5">
      <w:pPr>
        <w:pStyle w:val="Heading1"/>
      </w:pPr>
      <w:r>
        <w:lastRenderedPageBreak/>
        <w:t>Resource A</w:t>
      </w:r>
    </w:p>
    <w:p w:rsidR="00A16BC5" w:rsidRPr="00A16BC5" w:rsidRDefault="00A16BC5" w:rsidP="00A16BC5">
      <w:pPr>
        <w:pStyle w:val="Heading2"/>
      </w:pPr>
      <w:r>
        <w:t>Challenges for working as an ambulance officer</w:t>
      </w:r>
    </w:p>
    <w:p w:rsidR="00A16BC5" w:rsidRPr="00E73F2B" w:rsidRDefault="00A16BC5" w:rsidP="00A16BC5">
      <w:pPr>
        <w:pStyle w:val="VPBulletsbody-againstmargin"/>
      </w:pPr>
      <w:r w:rsidRPr="00E73F2B">
        <w:t>an occupation that is physically demanding</w:t>
      </w:r>
      <w:r>
        <w:t>,</w:t>
      </w:r>
      <w:r w:rsidRPr="00E73F2B">
        <w:t xml:space="preserve"> </w:t>
      </w:r>
      <w:r>
        <w:t>for example</w:t>
      </w:r>
      <w:r w:rsidRPr="00E73F2B">
        <w:t xml:space="preserve"> </w:t>
      </w:r>
      <w:r>
        <w:t xml:space="preserve">includes heavy lifting, </w:t>
      </w:r>
      <w:r>
        <w:rPr>
          <w:rFonts w:ascii="Calibri" w:hAnsi="Calibri" w:cs="Calibri"/>
        </w:rPr>
        <w:t>making decisions quickly and thoughtfully, and being aware of the surroundings</w:t>
      </w:r>
      <w:r w:rsidRPr="00E73F2B">
        <w:t xml:space="preserve"> </w:t>
      </w:r>
    </w:p>
    <w:p w:rsidR="00A16BC5" w:rsidRPr="00E73F2B" w:rsidRDefault="00A16BC5" w:rsidP="00A16BC5">
      <w:pPr>
        <w:pStyle w:val="VPBulletsbody-againstmargin"/>
      </w:pPr>
      <w:r w:rsidRPr="00E73F2B">
        <w:t>a potentially dangerous environment</w:t>
      </w:r>
      <w:r>
        <w:t>,</w:t>
      </w:r>
      <w:r w:rsidRPr="00E73F2B">
        <w:t xml:space="preserve"> </w:t>
      </w:r>
      <w:r>
        <w:t>for example</w:t>
      </w:r>
      <w:r w:rsidRPr="00E73F2B">
        <w:t xml:space="preserve"> </w:t>
      </w:r>
      <w:r w:rsidRPr="00FF3014">
        <w:rPr>
          <w:rFonts w:ascii="Calibri" w:hAnsi="Calibri" w:cs="Calibri"/>
        </w:rPr>
        <w:t>car accidents, electrical accidents</w:t>
      </w:r>
    </w:p>
    <w:p w:rsidR="00A16BC5" w:rsidRPr="00E73F2B" w:rsidRDefault="00A16BC5" w:rsidP="00A16BC5">
      <w:pPr>
        <w:pStyle w:val="VPBulletsbody-againstmargin"/>
      </w:pPr>
      <w:r w:rsidRPr="00E73F2B">
        <w:t xml:space="preserve">the possibility of work-related injuries </w:t>
      </w:r>
      <w:r>
        <w:t>,</w:t>
      </w:r>
      <w:r w:rsidRPr="00E73F2B">
        <w:t xml:space="preserve"> </w:t>
      </w:r>
      <w:r>
        <w:t>for example</w:t>
      </w:r>
      <w:r w:rsidRPr="00E73F2B">
        <w:t xml:space="preserve"> muscular-skeletal damage (repetitiv</w:t>
      </w:r>
      <w:r>
        <w:t>e strain injury, damage to back/</w:t>
      </w:r>
      <w:r w:rsidRPr="00E73F2B">
        <w:t>wrists</w:t>
      </w:r>
      <w:r>
        <w:t>)</w:t>
      </w:r>
    </w:p>
    <w:p w:rsidR="00A16BC5" w:rsidRPr="00FF3014" w:rsidRDefault="00A16BC5" w:rsidP="00A16BC5">
      <w:pPr>
        <w:pStyle w:val="VPBulletsbody-againstmargin"/>
        <w:rPr>
          <w:rFonts w:ascii="Calibri" w:hAnsi="Calibri" w:cs="Calibri"/>
        </w:rPr>
      </w:pPr>
      <w:r w:rsidRPr="00E73F2B">
        <w:t xml:space="preserve">early starts, possibility of extended shift work especially </w:t>
      </w:r>
      <w:r w:rsidRPr="00FF3014">
        <w:rPr>
          <w:rFonts w:ascii="Calibri" w:hAnsi="Calibri" w:cs="Calibri"/>
        </w:rPr>
        <w:t>during emergency situations</w:t>
      </w:r>
    </w:p>
    <w:p w:rsidR="00A16BC5" w:rsidRPr="00661838" w:rsidRDefault="00A16BC5" w:rsidP="00A16BC5">
      <w:pPr>
        <w:pStyle w:val="VPBulletsbody-againstmargin"/>
        <w:rPr>
          <w:lang w:val="fr-FR"/>
        </w:rPr>
      </w:pPr>
      <w:r w:rsidRPr="00661838">
        <w:rPr>
          <w:lang w:val="fr-FR"/>
        </w:rPr>
        <w:t>fatigue</w:t>
      </w:r>
      <w:r>
        <w:t>,</w:t>
      </w:r>
      <w:r w:rsidRPr="00E73F2B">
        <w:t xml:space="preserve"> </w:t>
      </w:r>
      <w:r>
        <w:t>for example</w:t>
      </w:r>
      <w:r w:rsidRPr="00E73F2B">
        <w:t xml:space="preserve"> </w:t>
      </w:r>
      <w:r w:rsidRPr="00661838">
        <w:rPr>
          <w:lang w:val="fr-FR"/>
        </w:rPr>
        <w:t>fatigue-related injuries</w:t>
      </w:r>
    </w:p>
    <w:p w:rsidR="00A16BC5" w:rsidRPr="00FF3014" w:rsidRDefault="00A16BC5" w:rsidP="00A16BC5">
      <w:pPr>
        <w:pStyle w:val="VPBulletsbody-againstmargin"/>
      </w:pPr>
      <w:r w:rsidRPr="00FF3014">
        <w:t>environmental</w:t>
      </w:r>
      <w:r>
        <w:t xml:space="preserve"> conditions, for example </w:t>
      </w:r>
      <w:r w:rsidRPr="00FF3014">
        <w:t>weather (heat, cold), accessibility to the patients, road conditions</w:t>
      </w:r>
    </w:p>
    <w:p w:rsidR="00A16BC5" w:rsidRPr="00E73F2B" w:rsidRDefault="00A16BC5" w:rsidP="00A16BC5">
      <w:pPr>
        <w:pStyle w:val="VPBulletsbody-againstmargin"/>
      </w:pPr>
      <w:r w:rsidRPr="00E73F2B">
        <w:t xml:space="preserve">limits placed </w:t>
      </w:r>
      <w:r>
        <w:t xml:space="preserve">on </w:t>
      </w:r>
      <w:r w:rsidRPr="00E73F2B">
        <w:t>lifestyle</w:t>
      </w:r>
      <w:r>
        <w:t>,</w:t>
      </w:r>
      <w:r w:rsidRPr="00E73F2B">
        <w:t xml:space="preserve"> </w:t>
      </w:r>
      <w:r>
        <w:t>for example</w:t>
      </w:r>
      <w:r w:rsidRPr="00E73F2B">
        <w:t xml:space="preserve"> family commitments/responsibilities, leisure activities, socialising</w:t>
      </w:r>
    </w:p>
    <w:p w:rsidR="00A16BC5" w:rsidRPr="00C20D38" w:rsidRDefault="00A16BC5" w:rsidP="00A16BC5">
      <w:pPr>
        <w:pStyle w:val="VPBulletsbody-againstmargin"/>
      </w:pPr>
      <w:r w:rsidRPr="00C20D38">
        <w:t>coping with seriously injured or ill people and death of patients</w:t>
      </w:r>
    </w:p>
    <w:p w:rsidR="00A16BC5" w:rsidRPr="00C20D38" w:rsidRDefault="00A16BC5" w:rsidP="00A16BC5">
      <w:pPr>
        <w:pStyle w:val="VPBulletsbody-againstmargin"/>
      </w:pPr>
      <w:r w:rsidRPr="00C20D38">
        <w:t>coping with people who might be aggressive and not want to be helped</w:t>
      </w:r>
    </w:p>
    <w:p w:rsidR="00A16BC5" w:rsidRPr="00C20D38" w:rsidRDefault="00A16BC5" w:rsidP="00A16BC5">
      <w:pPr>
        <w:pStyle w:val="VPBulletsbody-againstmargin"/>
      </w:pPr>
      <w:r w:rsidRPr="00C20D38">
        <w:t>supporting patients, friends and relatives that are scared, upset or worried.</w:t>
      </w:r>
    </w:p>
    <w:p w:rsidR="004231C4" w:rsidRDefault="004231C4" w:rsidP="004231C4">
      <w:pPr>
        <w:rPr>
          <w:lang w:eastAsia="ar-SA"/>
        </w:rPr>
      </w:pPr>
      <w:r>
        <w:rPr>
          <w:lang w:eastAsia="ar-SA"/>
        </w:rPr>
        <w:t>These questions will help you to determine if your goal is SMART:</w:t>
      </w:r>
    </w:p>
    <w:p w:rsidR="004231C4" w:rsidRPr="00480C16" w:rsidRDefault="004231C4" w:rsidP="004231C4">
      <w:pPr>
        <w:pStyle w:val="VPBulletsbody-againstmargin"/>
      </w:pPr>
      <w:r w:rsidRPr="00480C16">
        <w:t>Is it specific? Who is involved? What is to be achieved? When? Where? Why? How? A specific goal will answer all of those questions. Can you describe your goal simply and clearly to your assessor/educator?</w:t>
      </w:r>
    </w:p>
    <w:p w:rsidR="004231C4" w:rsidRPr="00480C16" w:rsidRDefault="004231C4" w:rsidP="004231C4">
      <w:pPr>
        <w:pStyle w:val="VPBulletsbody-againstmargin"/>
      </w:pPr>
      <w:r w:rsidRPr="00480C16">
        <w:t>Is it measurable? A goal is measurable if you can measure the results.</w:t>
      </w:r>
      <w:r w:rsidRPr="00480C16">
        <w:rPr>
          <w:szCs w:val="18"/>
        </w:rPr>
        <w:t xml:space="preserve"> </w:t>
      </w:r>
      <w:r w:rsidRPr="00480C16">
        <w:t>How will you measure your progress toward your goal? How will you know when you have accomplished that goal?</w:t>
      </w:r>
    </w:p>
    <w:p w:rsidR="004231C4" w:rsidRPr="00480C16" w:rsidRDefault="004231C4" w:rsidP="004231C4">
      <w:pPr>
        <w:pStyle w:val="VPBulletsbody-againstmargin"/>
      </w:pPr>
      <w:r w:rsidRPr="00480C16">
        <w:t>Is it achievable and realistic? Do you have the knowledge, skill set, ability, time, resources</w:t>
      </w:r>
      <w:r>
        <w:t>,</w:t>
      </w:r>
      <w:r w:rsidRPr="00480C16">
        <w:t xml:space="preserve"> or genuine desire and motivation to achieve your goal? </w:t>
      </w:r>
    </w:p>
    <w:p w:rsidR="004231C4" w:rsidRPr="00480C16" w:rsidRDefault="004231C4" w:rsidP="004231C4">
      <w:pPr>
        <w:pStyle w:val="VPBulletsbody-againstmargin"/>
      </w:pPr>
      <w:r w:rsidRPr="00480C16">
        <w:t>Is it time-framed? Does your goal have milestones/target dates</w:t>
      </w:r>
      <w:r>
        <w:t>,</w:t>
      </w:r>
      <w:r w:rsidRPr="00480C16">
        <w:t xml:space="preserve"> including a completion date?</w:t>
      </w:r>
    </w:p>
    <w:p w:rsidR="00A16BC5" w:rsidRPr="00A16BC5" w:rsidRDefault="00A16BC5" w:rsidP="00A16BC5"/>
    <w:p w:rsidR="006365C4" w:rsidRDefault="006365C4" w:rsidP="00C62253"/>
    <w:p w:rsidR="006365C4" w:rsidRDefault="006365C4" w:rsidP="00C62253">
      <w:pPr>
        <w:sectPr w:rsidR="006365C4">
          <w:headerReference w:type="first" r:id="rId12"/>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F00020">
            <w:t>90971</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EndPr>
          <w:rPr>
            <w:rStyle w:val="xStyleBold"/>
            <w:b/>
            <w:bCs/>
          </w:rPr>
        </w:sdtEndPr>
        <w:sdtContent>
          <w:r w:rsidR="00F00020">
            <w:t>Take action</w:t>
          </w:r>
          <w:r w:rsidR="00D05592">
            <w:t xml:space="preserve"> to enhance an aspect of personal well-being</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892884104"/>
          <w:placeholder>
            <w:docPart w:val="302BF743926F470282EFED5F1415162E"/>
          </w:placeholder>
          <w:text/>
        </w:sdtPr>
        <w:sdtEndPr>
          <w:rPr>
            <w:rStyle w:val="xStyleBold"/>
            <w:b/>
            <w:bCs/>
          </w:rPr>
        </w:sdtEndPr>
        <w:sdtContent>
          <w:r w:rsidR="00825A23">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D05592">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EndPr>
          <w:rPr>
            <w:rStyle w:val="xStyleBold"/>
            <w:b/>
            <w:bCs/>
          </w:rPr>
        </w:sdtEndPr>
        <w:sdtContent>
          <w:r w:rsidR="00AD2923">
            <w:t>When the going gets tough, the tough take care of themselves</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EndPr>
          <w:rPr>
            <w:rStyle w:val="xStyleBold"/>
            <w:b/>
            <w:bCs/>
          </w:rPr>
        </w:sdtEndPr>
        <w:sdtContent>
          <w:r w:rsidR="00D05592">
            <w:t>Health</w:t>
          </w:r>
        </w:sdtContent>
      </w:sdt>
      <w:r w:rsidR="00C963A6">
        <w:t xml:space="preserve"> </w:t>
      </w:r>
      <w:r w:rsidR="00C963A6" w:rsidRPr="00CB5956">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825A23">
            <w:t>1.</w:t>
          </w:r>
          <w:r w:rsidR="0098038F">
            <w:t>1</w:t>
          </w:r>
          <w:r w:rsidR="00F67943">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636886451"/>
          <w:placeholder>
            <w:docPart w:val="05F77C4E764443169DA378AA46927677"/>
          </w:placeholder>
          <w:text/>
        </w:sdtPr>
        <w:sdtEndPr>
          <w:rPr>
            <w:rStyle w:val="xStyleBold"/>
            <w:b/>
            <w:bCs/>
          </w:rPr>
        </w:sdtEndPr>
        <w:sdtContent>
          <w:r w:rsidR="00AD2923">
            <w:t>Social and Community Services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570961" w:rsidRPr="00AE0ADE" w:rsidRDefault="00570961" w:rsidP="00570961">
      <w:r w:rsidRPr="00FF3014">
        <w:rPr>
          <w:lang w:val="en-AU"/>
        </w:rPr>
        <w:t xml:space="preserve">This activity requires learners to </w:t>
      </w:r>
      <w:r w:rsidR="0063289C">
        <w:rPr>
          <w:lang w:val="en-AU"/>
        </w:rPr>
        <w:t xml:space="preserve">take comprehensive action to </w:t>
      </w:r>
      <w:r w:rsidRPr="00FF3014">
        <w:rPr>
          <w:lang w:val="en-AU"/>
        </w:rPr>
        <w:t>enhance an aspect of their personal well-being</w:t>
      </w:r>
      <w:r w:rsidR="007D0100">
        <w:rPr>
          <w:lang w:val="en-AU"/>
        </w:rPr>
        <w:t xml:space="preserve">. </w:t>
      </w:r>
      <w:r w:rsidR="007D0100">
        <w:rPr>
          <w:color w:val="000000"/>
        </w:rPr>
        <w:t>The learner is</w:t>
      </w:r>
      <w:r w:rsidR="007D0100" w:rsidRPr="00E73F2B">
        <w:rPr>
          <w:color w:val="000000"/>
        </w:rPr>
        <w:t xml:space="preserve"> required to </w:t>
      </w:r>
      <w:r w:rsidR="007D0100">
        <w:rPr>
          <w:color w:val="000000"/>
        </w:rPr>
        <w:t xml:space="preserve">describe a SMART personal health-related goal, and develop a coherent and well-connected action </w:t>
      </w:r>
      <w:r w:rsidR="007D0100" w:rsidRPr="00E73F2B">
        <w:rPr>
          <w:color w:val="000000"/>
        </w:rPr>
        <w:t>plan, implement</w:t>
      </w:r>
      <w:r w:rsidR="007D0100">
        <w:rPr>
          <w:color w:val="000000"/>
        </w:rPr>
        <w:t xml:space="preserve"> the plan</w:t>
      </w:r>
      <w:r w:rsidR="007D0100" w:rsidRPr="00E73F2B">
        <w:rPr>
          <w:color w:val="000000"/>
        </w:rPr>
        <w:t xml:space="preserve">, and </w:t>
      </w:r>
      <w:r w:rsidR="007D0100">
        <w:rPr>
          <w:color w:val="000000"/>
        </w:rPr>
        <w:t>show critical insight in their evaluation.</w:t>
      </w:r>
      <w:r w:rsidRPr="00FF3014">
        <w:rPr>
          <w:lang w:val="en-AU"/>
        </w:rPr>
        <w:t xml:space="preserve">The goal they select is to prepare them to better cope with the challenges of </w:t>
      </w:r>
      <w:r w:rsidRPr="00FF3014">
        <w:t>work</w:t>
      </w:r>
      <w:r>
        <w:t>ing</w:t>
      </w:r>
      <w:r w:rsidRPr="00FF3014">
        <w:t xml:space="preserve"> </w:t>
      </w:r>
      <w:r>
        <w:t>as an</w:t>
      </w:r>
      <w:r w:rsidRPr="00FF3014">
        <w:t xml:space="preserve"> ambulance </w:t>
      </w:r>
      <w:r>
        <w:t>officer</w:t>
      </w:r>
      <w:r w:rsidR="0057678D">
        <w:t>,</w:t>
      </w:r>
      <w:r w:rsidRPr="00FF3014">
        <w:t xml:space="preserve"> which can be physically, mentally, and emotionally demanding. </w:t>
      </w:r>
    </w:p>
    <w:p w:rsidR="00CA2937" w:rsidRDefault="00CA2937" w:rsidP="00CA2937">
      <w:pPr>
        <w:pStyle w:val="Heading1"/>
      </w:pPr>
      <w:r>
        <w:t>Conditions</w:t>
      </w:r>
    </w:p>
    <w:p w:rsidR="0088133C" w:rsidRDefault="00A743BA" w:rsidP="00CA2937">
      <w:pPr>
        <w:rPr>
          <w:lang w:val="en-AU" w:eastAsia="en-NZ"/>
        </w:rPr>
      </w:pPr>
      <w:r w:rsidRPr="009E0098">
        <w:rPr>
          <w:lang w:val="en-AU" w:eastAsia="en-NZ"/>
        </w:rPr>
        <w:t xml:space="preserve">All work </w:t>
      </w:r>
      <w:r w:rsidR="00881A87">
        <w:rPr>
          <w:lang w:val="en-AU" w:eastAsia="en-NZ"/>
        </w:rPr>
        <w:t>will</w:t>
      </w:r>
      <w:r w:rsidRPr="009E0098">
        <w:rPr>
          <w:lang w:val="en-AU" w:eastAsia="en-NZ"/>
        </w:rPr>
        <w:t xml:space="preserve"> be undertaken individually</w:t>
      </w:r>
      <w:r w:rsidR="009237C7">
        <w:rPr>
          <w:lang w:val="en-AU" w:eastAsia="en-NZ"/>
        </w:rPr>
        <w:t>.</w:t>
      </w:r>
    </w:p>
    <w:p w:rsidR="0088133C" w:rsidRDefault="0088133C" w:rsidP="0088133C">
      <w:pPr>
        <w:rPr>
          <w:lang w:val="en-AU"/>
        </w:rPr>
      </w:pPr>
      <w:r w:rsidRPr="0088133C">
        <w:rPr>
          <w:lang w:val="en-AU"/>
        </w:rPr>
        <w:t xml:space="preserve">Provide guidance to ensure that </w:t>
      </w:r>
      <w:r w:rsidR="00480C10">
        <w:rPr>
          <w:lang w:val="en-AU"/>
        </w:rPr>
        <w:t xml:space="preserve">the </w:t>
      </w:r>
      <w:r w:rsidRPr="0088133C">
        <w:rPr>
          <w:lang w:val="en-AU"/>
        </w:rPr>
        <w:t>learner’s choice of aspect, health-related goal, and possible actions are appropriate, and that the goal reflects the features of SMART goal setting.</w:t>
      </w:r>
    </w:p>
    <w:p w:rsidR="00C67B95" w:rsidRPr="00E73F2B" w:rsidRDefault="00881A87" w:rsidP="00C67B95">
      <w:pPr>
        <w:rPr>
          <w:lang w:val="en-AU"/>
        </w:rPr>
      </w:pPr>
      <w:r>
        <w:t>T</w:t>
      </w:r>
      <w:r w:rsidR="00C67B95">
        <w:t xml:space="preserve">he action must be sustained over a minimum of </w:t>
      </w:r>
      <w:r>
        <w:t>three</w:t>
      </w:r>
      <w:r w:rsidR="00C73870">
        <w:t xml:space="preserve"> </w:t>
      </w:r>
      <w:r w:rsidR="00C67B95">
        <w:t>weeks</w:t>
      </w:r>
      <w:r>
        <w:t xml:space="preserve"> (21 days)</w:t>
      </w:r>
      <w:r w:rsidR="00C67B95">
        <w:t>.</w:t>
      </w:r>
    </w:p>
    <w:p w:rsidR="00C6224C" w:rsidRPr="00E73F2B" w:rsidRDefault="00B536D2" w:rsidP="00C6224C">
      <w:pPr>
        <w:rPr>
          <w:lang w:val="en-AU"/>
        </w:rPr>
      </w:pPr>
      <w:r>
        <w:rPr>
          <w:lang w:val="en-AU"/>
        </w:rPr>
        <w:lastRenderedPageBreak/>
        <w:t>R</w:t>
      </w:r>
      <w:r w:rsidR="00C6224C" w:rsidRPr="00C6224C">
        <w:rPr>
          <w:lang w:val="en-AU"/>
        </w:rPr>
        <w:t xml:space="preserve">egularly view and sign off </w:t>
      </w:r>
      <w:r w:rsidR="004065EA">
        <w:rPr>
          <w:lang w:val="en-AU"/>
        </w:rPr>
        <w:t>log entries to monitor progress.</w:t>
      </w:r>
    </w:p>
    <w:p w:rsidR="00CA2937" w:rsidRDefault="00CA2937" w:rsidP="00CA2937">
      <w:pPr>
        <w:pStyle w:val="Heading1"/>
      </w:pPr>
      <w:r>
        <w:t>Resource requirements</w:t>
      </w:r>
    </w:p>
    <w:p w:rsidR="002A64CA" w:rsidRPr="00E73F2B" w:rsidRDefault="002A64CA" w:rsidP="002A64CA">
      <w:pPr>
        <w:rPr>
          <w:b/>
        </w:rPr>
      </w:pPr>
      <w:r w:rsidRPr="00E73F2B">
        <w:t xml:space="preserve">Access to </w:t>
      </w:r>
      <w:r w:rsidR="00C73870">
        <w:t xml:space="preserve">the </w:t>
      </w:r>
      <w:r w:rsidRPr="00E73F2B">
        <w:t>internet (if applicable)</w:t>
      </w:r>
      <w:r w:rsidR="002125E0">
        <w:t>.</w:t>
      </w:r>
    </w:p>
    <w:p w:rsidR="00C73870" w:rsidRDefault="00C73870" w:rsidP="00C73870">
      <w:pPr>
        <w:pStyle w:val="Heading1"/>
      </w:pPr>
      <w:r>
        <w:t>Additional information</w:t>
      </w:r>
    </w:p>
    <w:p w:rsidR="00C73870" w:rsidRPr="00E73F2B" w:rsidRDefault="00C73870" w:rsidP="00C73870">
      <w:pPr>
        <w:rPr>
          <w:b/>
          <w:lang w:val="en-AU"/>
        </w:rPr>
      </w:pPr>
      <w:r w:rsidRPr="00E73F2B">
        <w:rPr>
          <w:lang w:val="en-AU"/>
        </w:rPr>
        <w:t xml:space="preserve">The concept of </w:t>
      </w:r>
      <w:r>
        <w:rPr>
          <w:lang w:val="en-AU"/>
        </w:rPr>
        <w:t>h</w:t>
      </w:r>
      <w:r w:rsidRPr="00E73F2B">
        <w:rPr>
          <w:lang w:val="en-AU"/>
        </w:rPr>
        <w:t>auora is used to explore the inter-related aspects of well-</w:t>
      </w:r>
      <w:r>
        <w:rPr>
          <w:lang w:val="en-AU"/>
        </w:rPr>
        <w:t>being. In health education, h</w:t>
      </w:r>
      <w:r w:rsidRPr="00E73F2B">
        <w:rPr>
          <w:lang w:val="en-AU"/>
        </w:rPr>
        <w:t xml:space="preserve">auora is related to the Te </w:t>
      </w:r>
      <w:r>
        <w:rPr>
          <w:lang w:val="en-AU"/>
        </w:rPr>
        <w:t>W</w:t>
      </w:r>
      <w:r w:rsidRPr="00E73F2B">
        <w:rPr>
          <w:lang w:val="en-AU"/>
        </w:rPr>
        <w:t xml:space="preserve">hare </w:t>
      </w:r>
      <w:proofErr w:type="spellStart"/>
      <w:r>
        <w:rPr>
          <w:lang w:val="en-AU"/>
        </w:rPr>
        <w:t>T</w:t>
      </w:r>
      <w:r w:rsidRPr="00E73F2B">
        <w:rPr>
          <w:lang w:val="en-AU"/>
        </w:rPr>
        <w:t>apa</w:t>
      </w:r>
      <w:proofErr w:type="spellEnd"/>
      <w:r w:rsidRPr="00E73F2B">
        <w:rPr>
          <w:lang w:val="en-AU"/>
        </w:rPr>
        <w:t xml:space="preserve"> </w:t>
      </w:r>
      <w:proofErr w:type="spellStart"/>
      <w:r>
        <w:rPr>
          <w:lang w:val="en-AU"/>
        </w:rPr>
        <w:t>W</w:t>
      </w:r>
      <w:r w:rsidRPr="00E73F2B">
        <w:rPr>
          <w:lang w:val="en-AU"/>
        </w:rPr>
        <w:t>ha</w:t>
      </w:r>
      <w:proofErr w:type="spellEnd"/>
      <w:r w:rsidRPr="00E73F2B">
        <w:rPr>
          <w:lang w:val="en-AU"/>
        </w:rPr>
        <w:t xml:space="preserve"> model: </w:t>
      </w:r>
    </w:p>
    <w:p w:rsidR="00C73870" w:rsidRPr="00E73F2B" w:rsidRDefault="00C73870" w:rsidP="00C73870">
      <w:pPr>
        <w:pStyle w:val="VPBulletsbody-againstmargin"/>
        <w:rPr>
          <w:b/>
          <w:lang w:val="en-AU"/>
        </w:rPr>
      </w:pPr>
      <w:r>
        <w:rPr>
          <w:lang w:val="en-AU"/>
        </w:rPr>
        <w:t>t</w:t>
      </w:r>
      <w:r w:rsidRPr="00E73F2B">
        <w:rPr>
          <w:lang w:val="en-AU"/>
        </w:rPr>
        <w:t>aha whānau</w:t>
      </w:r>
      <w:r>
        <w:rPr>
          <w:lang w:val="en-AU"/>
        </w:rPr>
        <w:t xml:space="preserve"> (social well-being)</w:t>
      </w:r>
    </w:p>
    <w:p w:rsidR="00C73870" w:rsidRPr="00E73F2B" w:rsidRDefault="00C73870" w:rsidP="00C73870">
      <w:pPr>
        <w:pStyle w:val="VPBulletsbody-againstmargin"/>
        <w:rPr>
          <w:b/>
          <w:lang w:val="en-AU"/>
        </w:rPr>
      </w:pPr>
      <w:r>
        <w:rPr>
          <w:lang w:val="en-AU"/>
        </w:rPr>
        <w:t>t</w:t>
      </w:r>
      <w:r w:rsidRPr="00E73F2B">
        <w:rPr>
          <w:lang w:val="en-AU"/>
        </w:rPr>
        <w:t>aha hinengaro</w:t>
      </w:r>
      <w:r>
        <w:rPr>
          <w:lang w:val="en-AU"/>
        </w:rPr>
        <w:t xml:space="preserve"> (mental and emotional well-being)</w:t>
      </w:r>
    </w:p>
    <w:p w:rsidR="00C73870" w:rsidRPr="00E73F2B" w:rsidRDefault="00C73870" w:rsidP="00C73870">
      <w:pPr>
        <w:pStyle w:val="VPBulletsbody-againstmargin"/>
        <w:rPr>
          <w:b/>
          <w:lang w:val="en-AU"/>
        </w:rPr>
      </w:pPr>
      <w:r>
        <w:rPr>
          <w:lang w:val="en-AU"/>
        </w:rPr>
        <w:t>t</w:t>
      </w:r>
      <w:r w:rsidRPr="00E73F2B">
        <w:rPr>
          <w:lang w:val="en-AU"/>
        </w:rPr>
        <w:t>aha wairua</w:t>
      </w:r>
      <w:r>
        <w:rPr>
          <w:lang w:val="en-AU"/>
        </w:rPr>
        <w:t xml:space="preserve"> (spiritual well-being)</w:t>
      </w:r>
    </w:p>
    <w:p w:rsidR="00C73870" w:rsidRPr="00E73F2B" w:rsidRDefault="00C73870" w:rsidP="00C73870">
      <w:pPr>
        <w:pStyle w:val="VPBulletsbody-againstmargin"/>
        <w:rPr>
          <w:b/>
          <w:lang w:val="en-AU"/>
        </w:rPr>
      </w:pPr>
      <w:r>
        <w:rPr>
          <w:lang w:val="en-AU"/>
        </w:rPr>
        <w:t>t</w:t>
      </w:r>
      <w:r w:rsidRPr="00E73F2B">
        <w:rPr>
          <w:lang w:val="en-AU"/>
        </w:rPr>
        <w:t xml:space="preserve">aha </w:t>
      </w:r>
      <w:r>
        <w:rPr>
          <w:lang w:val="en-AU"/>
        </w:rPr>
        <w:t>tinana (physical well-being)</w:t>
      </w:r>
    </w:p>
    <w:p w:rsidR="002A64CA" w:rsidRPr="00E73F2B" w:rsidRDefault="002A64CA" w:rsidP="00496FEF">
      <w:pPr>
        <w:pStyle w:val="Heading2"/>
      </w:pPr>
      <w:r w:rsidRPr="00E73F2B">
        <w:t>Well-being/hauora</w:t>
      </w:r>
    </w:p>
    <w:p w:rsidR="00881A87" w:rsidRPr="00986F46" w:rsidRDefault="008719B6" w:rsidP="00881A87">
      <w:pPr>
        <w:rPr>
          <w:rStyle w:val="Hyperlink"/>
        </w:rPr>
      </w:pPr>
      <w:hyperlink r:id="rId13" w:history="1">
        <w:r w:rsidR="00881A87" w:rsidRPr="00986F46">
          <w:rPr>
            <w:rStyle w:val="Hyperlink"/>
          </w:rPr>
          <w:t>http://health.tki.org.nz/Teaching-in-HPE/Curriculum-statement/Underlying-concepts/Well-being-hauora</w:t>
        </w:r>
      </w:hyperlink>
      <w:r w:rsidR="00881A87" w:rsidRPr="00986F46">
        <w:rPr>
          <w:rStyle w:val="Hyperlink"/>
        </w:rPr>
        <w:t xml:space="preserve"> </w:t>
      </w:r>
    </w:p>
    <w:p w:rsidR="002A64CA" w:rsidRPr="00BB2BCC" w:rsidRDefault="002A64CA" w:rsidP="00496FEF">
      <w:pPr>
        <w:pStyle w:val="Heading2"/>
      </w:pPr>
      <w:r w:rsidRPr="00BB2BCC">
        <w:t>Helping New Zealanders stay well</w:t>
      </w:r>
    </w:p>
    <w:p w:rsidR="002A64CA" w:rsidRPr="00872644" w:rsidRDefault="008719B6" w:rsidP="00EC464F">
      <w:pPr>
        <w:rPr>
          <w:rStyle w:val="Hyperlink"/>
        </w:rPr>
      </w:pPr>
      <w:hyperlink r:id="rId14" w:history="1">
        <w:r w:rsidR="002A64CA" w:rsidRPr="00872644">
          <w:rPr>
            <w:rStyle w:val="Hyperlink"/>
          </w:rPr>
          <w:t>https://www.healthed.govt.nz/</w:t>
        </w:r>
      </w:hyperlink>
    </w:p>
    <w:p w:rsidR="00EC464F" w:rsidRPr="00BB2BCC" w:rsidRDefault="00EC464F" w:rsidP="00496FEF">
      <w:pPr>
        <w:pStyle w:val="Heading2"/>
      </w:pPr>
      <w:r w:rsidRPr="00BB2BCC">
        <w:t>Health effects of shift work and extended hours of work</w:t>
      </w:r>
    </w:p>
    <w:p w:rsidR="00EC464F" w:rsidRPr="00872644" w:rsidRDefault="008719B6" w:rsidP="00EC464F">
      <w:pPr>
        <w:rPr>
          <w:rStyle w:val="Hyperlink"/>
        </w:rPr>
      </w:pPr>
      <w:hyperlink r:id="rId15" w:history="1">
        <w:r w:rsidR="00EC464F" w:rsidRPr="00872644">
          <w:rPr>
            <w:rStyle w:val="Hyperlink"/>
          </w:rPr>
          <w:t>http://oem.bmj.com/content/58/1/68.full</w:t>
        </w:r>
      </w:hyperlink>
    </w:p>
    <w:p w:rsidR="00EC464F" w:rsidRPr="00BB2BCC" w:rsidRDefault="00EC464F" w:rsidP="00496FEF">
      <w:pPr>
        <w:pStyle w:val="Heading2"/>
      </w:pPr>
      <w:r w:rsidRPr="00BB2BCC">
        <w:t>The exploration of physical fatigue, sleep and depression in paramedics</w:t>
      </w:r>
    </w:p>
    <w:p w:rsidR="00EC464F" w:rsidRPr="00BB2BCC" w:rsidRDefault="008719B6" w:rsidP="00EC464F">
      <w:pPr>
        <w:rPr>
          <w:color w:val="auto"/>
        </w:rPr>
      </w:pPr>
      <w:hyperlink r:id="rId16" w:history="1">
        <w:r w:rsidR="00EC464F" w:rsidRPr="00872644">
          <w:rPr>
            <w:rStyle w:val="Hyperlink"/>
          </w:rPr>
          <w:t>http://www.jephc.com/fullarticle.cfm?content_id=610</w:t>
        </w:r>
      </w:hyperlink>
    </w:p>
    <w:p w:rsidR="0007340B" w:rsidRDefault="002A64CA" w:rsidP="00496FEF">
      <w:pPr>
        <w:pStyle w:val="Heading2"/>
      </w:pPr>
      <w:r w:rsidRPr="00BB2BCC">
        <w:t>Healthy work: managing stress in the workplace</w:t>
      </w:r>
    </w:p>
    <w:p w:rsidR="002A64CA" w:rsidRPr="00BB2BCC" w:rsidRDefault="008719B6" w:rsidP="0007340B">
      <w:pPr>
        <w:rPr>
          <w:rFonts w:cs="Calibri"/>
          <w:b/>
        </w:rPr>
      </w:pPr>
      <w:hyperlink r:id="rId17" w:history="1">
        <w:r w:rsidR="0046508A" w:rsidRPr="0067080F">
          <w:rPr>
            <w:rStyle w:val="Hyperlink"/>
          </w:rPr>
          <w:t>http://www.business.govt.nz/healthandsafetygroup/information-guidance/all-guidance-items/healthy-work-managing-stress-and-fatigue-in-the-workplace-1/stressfatigue.pdf</w:t>
        </w:r>
      </w:hyperlink>
    </w:p>
    <w:p w:rsidR="007775B3" w:rsidRPr="00CA2937" w:rsidRDefault="007775B3" w:rsidP="008A4D70"/>
    <w:p w:rsidR="00CA2937" w:rsidRDefault="00CA2937" w:rsidP="00E053F6"/>
    <w:p w:rsidR="0003223B" w:rsidRDefault="0003223B" w:rsidP="00E053F6">
      <w:pPr>
        <w:sectPr w:rsidR="0003223B">
          <w:headerReference w:type="default" r:id="rId18"/>
          <w:headerReference w:type="first" r:id="rId19"/>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101FD4">
            <w:t>Health</w:t>
          </w:r>
          <w:r w:rsidR="00C2253C">
            <w:t xml:space="preserve"> 909</w:t>
          </w:r>
          <w:r w:rsidR="00A43960">
            <w:t>71</w:t>
          </w:r>
        </w:sdtContent>
      </w:sdt>
      <w:r>
        <w:t xml:space="preserve"> </w:t>
      </w:r>
      <w:r w:rsidR="00C2253C">
        <w:t>–</w:t>
      </w:r>
      <w:r>
        <w:t xml:space="preserve"> </w:t>
      </w:r>
      <w:sdt>
        <w:sdtPr>
          <w:alias w:val="Resource title"/>
          <w:tag w:val="Resource title"/>
          <w:id w:val="401076186"/>
          <w:placeholder>
            <w:docPart w:val="083CA754EB534A9CAD35BD9C4117F048"/>
          </w:placeholder>
        </w:sdtPr>
        <w:sdtContent>
          <w:r w:rsidR="00A17220">
            <w:t>When the going gets tough, the tough take care of themselves</w:t>
          </w:r>
        </w:sdtContent>
      </w:sdt>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725"/>
      </w:tblGrid>
      <w:tr w:rsidR="00CA2937" w:rsidRPr="00C1052C">
        <w:tc>
          <w:tcPr>
            <w:tcW w:w="4724" w:type="dxa"/>
          </w:tcPr>
          <w:p w:rsidR="00CA2937" w:rsidRPr="00C1052C" w:rsidRDefault="00D47620" w:rsidP="000D2EBA">
            <w:pPr>
              <w:pStyle w:val="VP11ptBoldCenteredBefore3ptAfter3pt"/>
            </w:pPr>
            <w:r>
              <w:t>Evidence/Judgements for Achievement</w:t>
            </w:r>
          </w:p>
        </w:tc>
        <w:tc>
          <w:tcPr>
            <w:tcW w:w="4725" w:type="dxa"/>
          </w:tcPr>
          <w:p w:rsidR="00CA2937" w:rsidRPr="00C1052C" w:rsidRDefault="00D47620" w:rsidP="000D2EBA">
            <w:pPr>
              <w:pStyle w:val="VP11ptBoldCenteredBefore3ptAfter3pt"/>
            </w:pPr>
            <w:r>
              <w:t>Evidence/Judgements for Achievement with Merit</w:t>
            </w:r>
          </w:p>
        </w:tc>
        <w:tc>
          <w:tcPr>
            <w:tcW w:w="4725" w:type="dxa"/>
          </w:tcPr>
          <w:p w:rsidR="00CA2937" w:rsidRPr="00C1052C" w:rsidRDefault="00D47620" w:rsidP="000D2EBA">
            <w:pPr>
              <w:pStyle w:val="VP11ptBoldCenteredBefore3ptAfter3pt"/>
            </w:pPr>
            <w:r>
              <w:t>Evidence/Judgements for Achievement with Excellence</w:t>
            </w:r>
          </w:p>
        </w:tc>
      </w:tr>
      <w:tr w:rsidR="00CA2937">
        <w:tc>
          <w:tcPr>
            <w:tcW w:w="4724" w:type="dxa"/>
          </w:tcPr>
          <w:p w:rsidR="00337B00" w:rsidRPr="00E73F2B" w:rsidRDefault="00337B00" w:rsidP="00337B00">
            <w:pPr>
              <w:pStyle w:val="VPScheduletext"/>
            </w:pPr>
            <w:r w:rsidRPr="00E73F2B">
              <w:t xml:space="preserve">The learner takes action to enhance an aspect of personal well-being </w:t>
            </w:r>
            <w:r w:rsidR="00D25260">
              <w:t xml:space="preserve">to </w:t>
            </w:r>
            <w:r w:rsidR="00D25260" w:rsidRPr="00E73F2B">
              <w:t xml:space="preserve">be better prepared </w:t>
            </w:r>
            <w:r w:rsidR="00D25260">
              <w:t>to</w:t>
            </w:r>
            <w:r w:rsidR="00D25260" w:rsidRPr="00E73F2B">
              <w:t xml:space="preserve"> work</w:t>
            </w:r>
            <w:r w:rsidR="00D25260">
              <w:t xml:space="preserve"> as an ambulance officer</w:t>
            </w:r>
            <w:r w:rsidR="00D25260" w:rsidRPr="00E73F2B">
              <w:t xml:space="preserve"> </w:t>
            </w:r>
            <w:r w:rsidRPr="00E73F2B">
              <w:t xml:space="preserve">by: </w:t>
            </w:r>
          </w:p>
          <w:p w:rsidR="00337B00" w:rsidRPr="00E73F2B" w:rsidRDefault="00D6349A" w:rsidP="00337B00">
            <w:pPr>
              <w:pStyle w:val="VPSchedulebullets"/>
            </w:pPr>
            <w:r>
              <w:t>d</w:t>
            </w:r>
            <w:r w:rsidR="00337B00" w:rsidRPr="00E73F2B">
              <w:t xml:space="preserve">eveloping and documenting a </w:t>
            </w:r>
            <w:r w:rsidR="00FC736F">
              <w:t xml:space="preserve">health-related </w:t>
            </w:r>
            <w:r w:rsidR="00337B00" w:rsidRPr="00E73F2B">
              <w:t>SMART goal and a workable action plan</w:t>
            </w:r>
          </w:p>
          <w:p w:rsidR="00337B00" w:rsidRPr="00E73F2B" w:rsidRDefault="00D6349A" w:rsidP="00337B00">
            <w:pPr>
              <w:pStyle w:val="VPSchedulebullets"/>
            </w:pPr>
            <w:r>
              <w:t>i</w:t>
            </w:r>
            <w:r w:rsidR="00337B00" w:rsidRPr="00E73F2B">
              <w:t xml:space="preserve">mplementing the plan for a minimum of </w:t>
            </w:r>
            <w:r>
              <w:t xml:space="preserve">3 </w:t>
            </w:r>
            <w:r w:rsidR="00337B00" w:rsidRPr="00E73F2B">
              <w:t>weeks</w:t>
            </w:r>
          </w:p>
          <w:p w:rsidR="00337B00" w:rsidRPr="00E73F2B" w:rsidRDefault="00D6349A" w:rsidP="00337B00">
            <w:pPr>
              <w:pStyle w:val="VPSchedulebullets"/>
            </w:pPr>
            <w:r>
              <w:t>p</w:t>
            </w:r>
            <w:r w:rsidR="00337B00" w:rsidRPr="00E73F2B">
              <w:t xml:space="preserve">roviding some supporting evidence of implementation for aspects of the plan </w:t>
            </w:r>
          </w:p>
          <w:p w:rsidR="00337B00" w:rsidRPr="00E73F2B" w:rsidRDefault="00D6349A" w:rsidP="00337B00">
            <w:pPr>
              <w:pStyle w:val="VPSchedulebullets"/>
            </w:pPr>
            <w:r>
              <w:t>r</w:t>
            </w:r>
            <w:r w:rsidR="00337B00" w:rsidRPr="00E73F2B">
              <w:t>eflecting on the implementation of the action plan</w:t>
            </w:r>
            <w:r w:rsidR="006B2334">
              <w:t xml:space="preserve"> in the evaluation</w:t>
            </w:r>
          </w:p>
          <w:p w:rsidR="009C75AF" w:rsidRPr="003E1CCA" w:rsidRDefault="009C75AF" w:rsidP="00872644">
            <w:pPr>
              <w:pStyle w:val="VPScheduletext"/>
              <w:ind w:left="284"/>
            </w:pPr>
            <w:r w:rsidRPr="003E1CCA">
              <w:t>For example</w:t>
            </w:r>
            <w:r w:rsidR="00D6349A">
              <w:t>, the learner</w:t>
            </w:r>
            <w:r w:rsidR="00BE79BF">
              <w:t>:</w:t>
            </w:r>
          </w:p>
          <w:p w:rsidR="00220DBB" w:rsidRPr="00220DBB" w:rsidRDefault="00F23B5C" w:rsidP="00872644">
            <w:pPr>
              <w:pStyle w:val="VPSchedulebullets"/>
              <w:numPr>
                <w:ilvl w:val="1"/>
                <w:numId w:val="4"/>
              </w:numPr>
              <w:rPr>
                <w:i/>
                <w:iCs/>
              </w:rPr>
            </w:pPr>
            <w:r w:rsidRPr="00872644">
              <w:rPr>
                <w:iCs/>
              </w:rPr>
              <w:t>D</w:t>
            </w:r>
            <w:r w:rsidR="00220DBB" w:rsidRPr="00872644">
              <w:rPr>
                <w:iCs/>
              </w:rPr>
              <w:t>escribe</w:t>
            </w:r>
            <w:r w:rsidR="00EA75BD">
              <w:rPr>
                <w:iCs/>
              </w:rPr>
              <w:t>s</w:t>
            </w:r>
            <w:r w:rsidR="00220DBB" w:rsidRPr="00872644">
              <w:rPr>
                <w:iCs/>
              </w:rPr>
              <w:t xml:space="preserve"> a goal:</w:t>
            </w:r>
            <w:r w:rsidR="00220DBB" w:rsidRPr="00220DBB">
              <w:rPr>
                <w:i/>
                <w:iCs/>
              </w:rPr>
              <w:t xml:space="preserve"> To improve my level of physical strength within 3 weeks so I am better prepared to lift and support patient</w:t>
            </w:r>
            <w:r w:rsidR="00EE3373">
              <w:rPr>
                <w:i/>
                <w:iCs/>
              </w:rPr>
              <w:t>s.</w:t>
            </w:r>
            <w:r w:rsidR="00220DBB" w:rsidRPr="00220DBB">
              <w:rPr>
                <w:i/>
                <w:iCs/>
              </w:rPr>
              <w:t xml:space="preserve"> I want to be able to bench press my weight (65</w:t>
            </w:r>
            <w:r w:rsidR="0098115A">
              <w:rPr>
                <w:i/>
                <w:iCs/>
              </w:rPr>
              <w:t> </w:t>
            </w:r>
            <w:r w:rsidR="00220DBB" w:rsidRPr="00220DBB">
              <w:rPr>
                <w:i/>
                <w:iCs/>
              </w:rPr>
              <w:t>kg).</w:t>
            </w:r>
          </w:p>
          <w:p w:rsidR="00EA75BD" w:rsidRDefault="00F23B5C" w:rsidP="00872644">
            <w:pPr>
              <w:pStyle w:val="VPSchedulebullets"/>
              <w:numPr>
                <w:ilvl w:val="1"/>
                <w:numId w:val="4"/>
              </w:numPr>
              <w:rPr>
                <w:i/>
                <w:iCs/>
              </w:rPr>
            </w:pPr>
            <w:r w:rsidRPr="00872644">
              <w:rPr>
                <w:iCs/>
              </w:rPr>
              <w:t>D</w:t>
            </w:r>
            <w:r w:rsidR="00220DBB" w:rsidRPr="00872644">
              <w:rPr>
                <w:iCs/>
              </w:rPr>
              <w:t>evelop</w:t>
            </w:r>
            <w:r w:rsidR="00EA75BD">
              <w:rPr>
                <w:iCs/>
              </w:rPr>
              <w:t>s</w:t>
            </w:r>
            <w:r w:rsidR="00220DBB" w:rsidRPr="00872644">
              <w:rPr>
                <w:iCs/>
              </w:rPr>
              <w:t xml:space="preserve"> a plan of action</w:t>
            </w:r>
            <w:r w:rsidRPr="00872644">
              <w:rPr>
                <w:iCs/>
              </w:rPr>
              <w:t>:</w:t>
            </w:r>
            <w:r>
              <w:rPr>
                <w:i/>
                <w:iCs/>
              </w:rPr>
              <w:t xml:space="preserve"> G</w:t>
            </w:r>
            <w:r w:rsidR="00220DBB" w:rsidRPr="00220DBB">
              <w:rPr>
                <w:i/>
                <w:iCs/>
              </w:rPr>
              <w:t xml:space="preserve">et </w:t>
            </w:r>
            <w:r w:rsidR="009237C7">
              <w:rPr>
                <w:i/>
                <w:iCs/>
              </w:rPr>
              <w:t>learner</w:t>
            </w:r>
            <w:r w:rsidR="00220DBB" w:rsidRPr="00220DBB">
              <w:rPr>
                <w:i/>
                <w:iCs/>
              </w:rPr>
              <w:t xml:space="preserve"> gym membership, go to the gym </w:t>
            </w:r>
            <w:r w:rsidR="00104B45">
              <w:rPr>
                <w:i/>
                <w:iCs/>
              </w:rPr>
              <w:t>four</w:t>
            </w:r>
            <w:r w:rsidR="00220DBB" w:rsidRPr="00220DBB">
              <w:rPr>
                <w:i/>
                <w:iCs/>
              </w:rPr>
              <w:t xml:space="preserve"> times a week and do weights, remember to take water bottle with me. </w:t>
            </w:r>
          </w:p>
          <w:p w:rsidR="00EA75BD" w:rsidRDefault="00220DBB" w:rsidP="00872644">
            <w:pPr>
              <w:pStyle w:val="VPSchedulebullets"/>
              <w:numPr>
                <w:ilvl w:val="1"/>
                <w:numId w:val="4"/>
              </w:numPr>
              <w:rPr>
                <w:i/>
                <w:iCs/>
              </w:rPr>
            </w:pPr>
            <w:r w:rsidRPr="00872644">
              <w:rPr>
                <w:iCs/>
              </w:rPr>
              <w:t>Describ</w:t>
            </w:r>
            <w:r w:rsidR="00EA75BD" w:rsidRPr="00872644">
              <w:rPr>
                <w:iCs/>
              </w:rPr>
              <w:t>es</w:t>
            </w:r>
            <w:r w:rsidRPr="00872644">
              <w:rPr>
                <w:iCs/>
              </w:rPr>
              <w:t xml:space="preserve"> possible barriers</w:t>
            </w:r>
            <w:r w:rsidR="00EA75BD" w:rsidRPr="00872644">
              <w:rPr>
                <w:iCs/>
              </w:rPr>
              <w:t>:</w:t>
            </w:r>
            <w:r w:rsidR="00EA75BD">
              <w:rPr>
                <w:i/>
                <w:iCs/>
              </w:rPr>
              <w:t xml:space="preserve"> </w:t>
            </w:r>
            <w:r w:rsidR="00B64DE8">
              <w:rPr>
                <w:i/>
                <w:iCs/>
              </w:rPr>
              <w:t>B</w:t>
            </w:r>
            <w:r w:rsidRPr="00220DBB">
              <w:rPr>
                <w:i/>
                <w:iCs/>
              </w:rPr>
              <w:t xml:space="preserve">eing too tired to go to the gym, </w:t>
            </w:r>
            <w:r w:rsidR="007D0100">
              <w:rPr>
                <w:i/>
                <w:iCs/>
              </w:rPr>
              <w:t>might</w:t>
            </w:r>
            <w:r w:rsidR="007D0100" w:rsidRPr="00220DBB">
              <w:rPr>
                <w:i/>
                <w:iCs/>
              </w:rPr>
              <w:t xml:space="preserve"> </w:t>
            </w:r>
            <w:r w:rsidRPr="00220DBB">
              <w:rPr>
                <w:i/>
                <w:iCs/>
              </w:rPr>
              <w:t xml:space="preserve">not have transport. </w:t>
            </w:r>
            <w:r w:rsidR="00C23E2C" w:rsidRPr="00C23E2C">
              <w:rPr>
                <w:i/>
                <w:iCs/>
              </w:rPr>
              <w:t xml:space="preserve">I </w:t>
            </w:r>
            <w:r w:rsidR="007D0100">
              <w:rPr>
                <w:i/>
                <w:iCs/>
              </w:rPr>
              <w:t>might have</w:t>
            </w:r>
            <w:r w:rsidR="007D0100" w:rsidRPr="00C23E2C">
              <w:rPr>
                <w:i/>
                <w:iCs/>
              </w:rPr>
              <w:t xml:space="preserve"> </w:t>
            </w:r>
            <w:r w:rsidR="00C23E2C" w:rsidRPr="00C23E2C">
              <w:rPr>
                <w:i/>
                <w:iCs/>
              </w:rPr>
              <w:t>to look after my little brother so I couldn’t go to the gym.</w:t>
            </w:r>
          </w:p>
          <w:p w:rsidR="00220DBB" w:rsidRPr="00220DBB" w:rsidRDefault="00220DBB" w:rsidP="00872644">
            <w:pPr>
              <w:pStyle w:val="VPSchedulebullets"/>
              <w:numPr>
                <w:ilvl w:val="1"/>
                <w:numId w:val="4"/>
              </w:numPr>
              <w:rPr>
                <w:i/>
                <w:iCs/>
              </w:rPr>
            </w:pPr>
            <w:r w:rsidRPr="00872644">
              <w:rPr>
                <w:iCs/>
              </w:rPr>
              <w:t>Describ</w:t>
            </w:r>
            <w:r w:rsidR="00EA75BD" w:rsidRPr="00872644">
              <w:rPr>
                <w:iCs/>
              </w:rPr>
              <w:t>es</w:t>
            </w:r>
            <w:r w:rsidRPr="00872644">
              <w:rPr>
                <w:iCs/>
              </w:rPr>
              <w:t xml:space="preserve"> possible enablers</w:t>
            </w:r>
            <w:r w:rsidR="00EA75BD" w:rsidRPr="00872644">
              <w:rPr>
                <w:iCs/>
              </w:rPr>
              <w:t>:</w:t>
            </w:r>
            <w:r w:rsidR="004065EA">
              <w:rPr>
                <w:iCs/>
              </w:rPr>
              <w:t xml:space="preserve"> </w:t>
            </w:r>
            <w:r w:rsidR="00B64DE8">
              <w:rPr>
                <w:i/>
                <w:iCs/>
              </w:rPr>
              <w:t>S</w:t>
            </w:r>
            <w:r w:rsidR="00B64DE8" w:rsidRPr="00220DBB">
              <w:rPr>
                <w:i/>
                <w:iCs/>
              </w:rPr>
              <w:t xml:space="preserve">etting </w:t>
            </w:r>
            <w:r w:rsidRPr="00220DBB">
              <w:rPr>
                <w:i/>
                <w:iCs/>
              </w:rPr>
              <w:t xml:space="preserve">my </w:t>
            </w:r>
            <w:r w:rsidRPr="00220DBB">
              <w:rPr>
                <w:i/>
                <w:iCs/>
              </w:rPr>
              <w:lastRenderedPageBreak/>
              <w:t>alarm in the morning and going to bed earlier, meeting Dad after work and going to the gym with him</w:t>
            </w:r>
            <w:r w:rsidR="00F23B5C">
              <w:rPr>
                <w:i/>
                <w:iCs/>
              </w:rPr>
              <w:t>.</w:t>
            </w:r>
          </w:p>
          <w:p w:rsidR="00220DBB" w:rsidRPr="00220DBB" w:rsidRDefault="00F23B5C" w:rsidP="00872644">
            <w:pPr>
              <w:pStyle w:val="VPSchedulebullets"/>
              <w:numPr>
                <w:ilvl w:val="1"/>
                <w:numId w:val="4"/>
              </w:numPr>
              <w:rPr>
                <w:i/>
                <w:iCs/>
              </w:rPr>
            </w:pPr>
            <w:r w:rsidRPr="00872644">
              <w:rPr>
                <w:iCs/>
              </w:rPr>
              <w:t>P</w:t>
            </w:r>
            <w:r w:rsidR="00220DBB" w:rsidRPr="00872644">
              <w:rPr>
                <w:iCs/>
              </w:rPr>
              <w:t>rovide</w:t>
            </w:r>
            <w:r w:rsidR="00EA75BD" w:rsidRPr="00872644">
              <w:rPr>
                <w:iCs/>
              </w:rPr>
              <w:t>s</w:t>
            </w:r>
            <w:r w:rsidR="00220DBB" w:rsidRPr="00872644">
              <w:rPr>
                <w:iCs/>
              </w:rPr>
              <w:t xml:space="preserve"> evidence of implementation</w:t>
            </w:r>
            <w:r w:rsidR="0098115A" w:rsidRPr="00872644">
              <w:rPr>
                <w:iCs/>
              </w:rPr>
              <w:t>:</w:t>
            </w:r>
            <w:r w:rsidR="002964DF">
              <w:rPr>
                <w:iCs/>
              </w:rPr>
              <w:t xml:space="preserve"> </w:t>
            </w:r>
            <w:r w:rsidR="0098115A">
              <w:rPr>
                <w:i/>
                <w:iCs/>
              </w:rPr>
              <w:t>I</w:t>
            </w:r>
            <w:r w:rsidR="00220DBB" w:rsidRPr="00220DBB">
              <w:rPr>
                <w:i/>
                <w:iCs/>
              </w:rPr>
              <w:t xml:space="preserve"> went to the gym after the course and completed my programme, Dad came with me today</w:t>
            </w:r>
            <w:r>
              <w:rPr>
                <w:i/>
                <w:iCs/>
              </w:rPr>
              <w:t>,</w:t>
            </w:r>
            <w:r w:rsidR="00A96196">
              <w:rPr>
                <w:i/>
                <w:iCs/>
              </w:rPr>
              <w:t xml:space="preserve"> </w:t>
            </w:r>
            <w:r w:rsidR="00104B45">
              <w:rPr>
                <w:i/>
                <w:iCs/>
              </w:rPr>
              <w:t>and this</w:t>
            </w:r>
            <w:r w:rsidR="00C23E2C">
              <w:rPr>
                <w:i/>
                <w:iCs/>
              </w:rPr>
              <w:t xml:space="preserve"> helped a lot.</w:t>
            </w:r>
          </w:p>
          <w:p w:rsidR="00220DBB" w:rsidRPr="00220DBB" w:rsidRDefault="00F23B5C" w:rsidP="00872644">
            <w:pPr>
              <w:pStyle w:val="VPSchedulebullets"/>
              <w:numPr>
                <w:ilvl w:val="1"/>
                <w:numId w:val="4"/>
              </w:numPr>
              <w:rPr>
                <w:i/>
                <w:iCs/>
              </w:rPr>
            </w:pPr>
            <w:r w:rsidRPr="00872644">
              <w:rPr>
                <w:iCs/>
              </w:rPr>
              <w:t>R</w:t>
            </w:r>
            <w:r w:rsidR="00220DBB" w:rsidRPr="00872644">
              <w:rPr>
                <w:iCs/>
              </w:rPr>
              <w:t>eflect</w:t>
            </w:r>
            <w:r w:rsidR="00EA75BD" w:rsidRPr="00872644">
              <w:rPr>
                <w:iCs/>
              </w:rPr>
              <w:t>s</w:t>
            </w:r>
            <w:r w:rsidR="00220DBB" w:rsidRPr="00872644">
              <w:rPr>
                <w:iCs/>
              </w:rPr>
              <w:t xml:space="preserve"> on the implementation:</w:t>
            </w:r>
            <w:r w:rsidR="00220DBB" w:rsidRPr="00220DBB">
              <w:rPr>
                <w:i/>
                <w:iCs/>
              </w:rPr>
              <w:t xml:space="preserve"> Two of the three weeks I went to the gym four times and because of this I am stronger and now</w:t>
            </w:r>
            <w:r w:rsidR="009F2074">
              <w:rPr>
                <w:i/>
                <w:iCs/>
              </w:rPr>
              <w:t xml:space="preserve"> I</w:t>
            </w:r>
            <w:r w:rsidR="00220DBB" w:rsidRPr="00220DBB">
              <w:rPr>
                <w:i/>
                <w:iCs/>
              </w:rPr>
              <w:t xml:space="preserve"> can bench press 63</w:t>
            </w:r>
            <w:r w:rsidR="009F2074">
              <w:rPr>
                <w:i/>
                <w:iCs/>
              </w:rPr>
              <w:t> </w:t>
            </w:r>
            <w:r w:rsidR="00220DBB" w:rsidRPr="00220DBB">
              <w:rPr>
                <w:i/>
                <w:iCs/>
              </w:rPr>
              <w:t>kg. This is an improvement of 4</w:t>
            </w:r>
            <w:r w:rsidR="009F2074">
              <w:rPr>
                <w:i/>
                <w:iCs/>
              </w:rPr>
              <w:t> </w:t>
            </w:r>
            <w:r w:rsidR="00220DBB" w:rsidRPr="00220DBB">
              <w:rPr>
                <w:i/>
                <w:iCs/>
              </w:rPr>
              <w:t>kg and I am proud of it. I found it was easier going with Dad because we encouraged each other and it meant I had a lift home. I learnt getting organised, having a routine and sticking to it actually works</w:t>
            </w:r>
            <w:r w:rsidR="009F2074">
              <w:rPr>
                <w:i/>
                <w:iCs/>
              </w:rPr>
              <w:t>.</w:t>
            </w:r>
          </w:p>
          <w:p w:rsidR="009C75AF" w:rsidRPr="00D6349A" w:rsidRDefault="001B25E9" w:rsidP="009C75AF">
            <w:pPr>
              <w:pStyle w:val="VPScheduletext"/>
              <w:rPr>
                <w:i/>
                <w:iCs/>
                <w:color w:val="FF0000"/>
                <w:lang w:val="en-AU"/>
              </w:rPr>
            </w:pPr>
            <w:r>
              <w:rPr>
                <w:i/>
                <w:iCs/>
                <w:color w:val="FF0000"/>
              </w:rPr>
              <w:t>The above expected learner responses</w:t>
            </w:r>
            <w:r w:rsidR="009C75AF" w:rsidRPr="00D6349A">
              <w:rPr>
                <w:i/>
                <w:iCs/>
                <w:color w:val="FF0000"/>
              </w:rPr>
              <w:t xml:space="preserve"> are indicative only and relate to just part of what is required.</w:t>
            </w:r>
          </w:p>
          <w:p w:rsidR="009C75AF" w:rsidRPr="009C75AF" w:rsidRDefault="009C75AF" w:rsidP="009C75AF">
            <w:pPr>
              <w:pStyle w:val="VPSchedulebullets"/>
              <w:numPr>
                <w:ilvl w:val="0"/>
                <w:numId w:val="0"/>
              </w:numPr>
              <w:ind w:left="284" w:hanging="284"/>
              <w:rPr>
                <w:lang w:val="en-AU"/>
              </w:rPr>
            </w:pPr>
          </w:p>
          <w:p w:rsidR="00AD61D9" w:rsidRPr="00D47620" w:rsidRDefault="00AD61D9" w:rsidP="00AD61D9">
            <w:pPr>
              <w:pStyle w:val="VPScheduletext"/>
            </w:pPr>
          </w:p>
        </w:tc>
        <w:tc>
          <w:tcPr>
            <w:tcW w:w="4725" w:type="dxa"/>
          </w:tcPr>
          <w:p w:rsidR="00AC0257" w:rsidRPr="00220DBB" w:rsidRDefault="00AC0257" w:rsidP="00220DBB">
            <w:pPr>
              <w:pStyle w:val="VPScheduletext"/>
            </w:pPr>
            <w:r w:rsidRPr="00220DBB">
              <w:lastRenderedPageBreak/>
              <w:t xml:space="preserve">The learner takes detailed action to enhance an aspect of personal well-being </w:t>
            </w:r>
            <w:r w:rsidR="00220DBB" w:rsidRPr="00220DBB">
              <w:t xml:space="preserve">to be better prepared to work as an ambulance officer </w:t>
            </w:r>
            <w:r w:rsidRPr="00220DBB">
              <w:t>by:</w:t>
            </w:r>
          </w:p>
          <w:p w:rsidR="00AC0257" w:rsidRPr="00E73F2B" w:rsidRDefault="00D6349A" w:rsidP="00AC0257">
            <w:pPr>
              <w:pStyle w:val="VPSchedulebullets"/>
            </w:pPr>
            <w:r>
              <w:rPr>
                <w:color w:val="000000"/>
              </w:rPr>
              <w:t>d</w:t>
            </w:r>
            <w:r w:rsidR="00FC736F">
              <w:rPr>
                <w:color w:val="000000"/>
              </w:rPr>
              <w:t>eveloping</w:t>
            </w:r>
            <w:r w:rsidR="001D6347">
              <w:t xml:space="preserve"> a </w:t>
            </w:r>
            <w:r w:rsidR="00AC0257" w:rsidRPr="00E73F2B">
              <w:t>plan that is coherent, connected, and contains actions/steps that are clearly related to the health goal</w:t>
            </w:r>
          </w:p>
          <w:p w:rsidR="00AC0257" w:rsidRPr="00E73F2B" w:rsidRDefault="00D6349A" w:rsidP="00AC0257">
            <w:pPr>
              <w:pStyle w:val="VPSchedulebullets"/>
            </w:pPr>
            <w:r>
              <w:t>p</w:t>
            </w:r>
            <w:r w:rsidR="00AC0257" w:rsidRPr="00E73F2B">
              <w:t>roviding supporting evidence of implementation of the plan</w:t>
            </w:r>
          </w:p>
          <w:p w:rsidR="00AC0257" w:rsidRPr="00E73F2B" w:rsidRDefault="00D6349A" w:rsidP="00AC0257">
            <w:pPr>
              <w:pStyle w:val="VPSchedulebullets"/>
            </w:pPr>
            <w:r>
              <w:rPr>
                <w:color w:val="000000"/>
              </w:rPr>
              <w:t>e</w:t>
            </w:r>
            <w:r w:rsidR="00AC0257" w:rsidRPr="00E73F2B">
              <w:rPr>
                <w:color w:val="000000"/>
              </w:rPr>
              <w:t>valuating the implementation related to the plan</w:t>
            </w:r>
          </w:p>
          <w:p w:rsidR="005266AB" w:rsidRPr="003E1CCA" w:rsidRDefault="005266AB" w:rsidP="00872644">
            <w:pPr>
              <w:pStyle w:val="VPScheduletext"/>
              <w:ind w:left="284"/>
            </w:pPr>
            <w:r w:rsidRPr="003E1CCA">
              <w:t>For example</w:t>
            </w:r>
            <w:r w:rsidR="00D6349A">
              <w:t>, the learner</w:t>
            </w:r>
            <w:r w:rsidR="00BE79BF">
              <w:t>:</w:t>
            </w:r>
          </w:p>
          <w:p w:rsidR="00220DBB" w:rsidRPr="00220DBB" w:rsidRDefault="002B7449" w:rsidP="00872644">
            <w:pPr>
              <w:pStyle w:val="VPSchedulebullets"/>
              <w:numPr>
                <w:ilvl w:val="1"/>
                <w:numId w:val="4"/>
              </w:numPr>
              <w:rPr>
                <w:i/>
                <w:iCs/>
              </w:rPr>
            </w:pPr>
            <w:r w:rsidRPr="00872644">
              <w:rPr>
                <w:iCs/>
              </w:rPr>
              <w:t>D</w:t>
            </w:r>
            <w:r w:rsidR="00220DBB" w:rsidRPr="00872644">
              <w:rPr>
                <w:iCs/>
              </w:rPr>
              <w:t>escribe</w:t>
            </w:r>
            <w:r w:rsidR="00D63154">
              <w:rPr>
                <w:iCs/>
              </w:rPr>
              <w:t>s</w:t>
            </w:r>
            <w:r w:rsidR="00220DBB" w:rsidRPr="00872644">
              <w:rPr>
                <w:iCs/>
              </w:rPr>
              <w:t xml:space="preserve"> a goal:</w:t>
            </w:r>
            <w:r w:rsidR="00D63154">
              <w:rPr>
                <w:iCs/>
              </w:rPr>
              <w:t xml:space="preserve"> </w:t>
            </w:r>
            <w:r w:rsidR="00220DBB" w:rsidRPr="00220DBB">
              <w:rPr>
                <w:i/>
                <w:iCs/>
              </w:rPr>
              <w:t xml:space="preserve">To improve my level of physical strength by going to the gym </w:t>
            </w:r>
            <w:r>
              <w:rPr>
                <w:i/>
                <w:iCs/>
              </w:rPr>
              <w:t>four</w:t>
            </w:r>
            <w:r w:rsidR="00220DBB" w:rsidRPr="00220DBB">
              <w:rPr>
                <w:i/>
                <w:iCs/>
              </w:rPr>
              <w:t xml:space="preserve"> times a week for 4 weeks, so I am better prepared to lift and support patients. I want to be able to bench press my weight (65</w:t>
            </w:r>
            <w:r w:rsidR="00902F47">
              <w:rPr>
                <w:i/>
                <w:iCs/>
              </w:rPr>
              <w:t> </w:t>
            </w:r>
            <w:r w:rsidR="00220DBB" w:rsidRPr="00220DBB">
              <w:rPr>
                <w:i/>
                <w:iCs/>
              </w:rPr>
              <w:t>kg).</w:t>
            </w:r>
          </w:p>
          <w:p w:rsidR="00D63154" w:rsidRDefault="002B7449" w:rsidP="00872644">
            <w:pPr>
              <w:pStyle w:val="VPSchedulebullets"/>
              <w:numPr>
                <w:ilvl w:val="1"/>
                <w:numId w:val="4"/>
              </w:numPr>
              <w:rPr>
                <w:i/>
                <w:iCs/>
              </w:rPr>
            </w:pPr>
            <w:r w:rsidRPr="00872644">
              <w:rPr>
                <w:iCs/>
              </w:rPr>
              <w:t>D</w:t>
            </w:r>
            <w:r w:rsidR="00220DBB" w:rsidRPr="00872644">
              <w:rPr>
                <w:iCs/>
              </w:rPr>
              <w:t>evelop</w:t>
            </w:r>
            <w:r w:rsidR="00D63154" w:rsidRPr="00872644">
              <w:rPr>
                <w:iCs/>
              </w:rPr>
              <w:t>s</w:t>
            </w:r>
            <w:r w:rsidR="00220DBB" w:rsidRPr="00872644">
              <w:rPr>
                <w:iCs/>
              </w:rPr>
              <w:t xml:space="preserve"> a detailed plan of action</w:t>
            </w:r>
            <w:r w:rsidRPr="00872644">
              <w:rPr>
                <w:iCs/>
              </w:rPr>
              <w:t>:</w:t>
            </w:r>
            <w:r>
              <w:rPr>
                <w:i/>
                <w:iCs/>
              </w:rPr>
              <w:t xml:space="preserve"> V</w:t>
            </w:r>
            <w:r w:rsidR="00220DBB" w:rsidRPr="00220DBB">
              <w:rPr>
                <w:i/>
                <w:iCs/>
              </w:rPr>
              <w:t xml:space="preserve">isit the gym and find out the cost of a </w:t>
            </w:r>
            <w:r w:rsidR="009237C7">
              <w:rPr>
                <w:i/>
                <w:iCs/>
              </w:rPr>
              <w:t>learner</w:t>
            </w:r>
            <w:r w:rsidR="00220DBB" w:rsidRPr="00220DBB">
              <w:rPr>
                <w:i/>
                <w:iCs/>
              </w:rPr>
              <w:t xml:space="preserve"> membership, sign up and make an appointment to get a programme, organise my gear each night so</w:t>
            </w:r>
            <w:r w:rsidR="00C13D16">
              <w:rPr>
                <w:i/>
                <w:iCs/>
              </w:rPr>
              <w:t xml:space="preserve"> am</w:t>
            </w:r>
            <w:r w:rsidR="00220DBB" w:rsidRPr="00220DBB">
              <w:rPr>
                <w:i/>
                <w:iCs/>
              </w:rPr>
              <w:t xml:space="preserve"> packed and ready to take </w:t>
            </w:r>
            <w:r w:rsidR="00C13D16">
              <w:rPr>
                <w:i/>
                <w:iCs/>
              </w:rPr>
              <w:t xml:space="preserve">it </w:t>
            </w:r>
            <w:r w:rsidR="00220DBB" w:rsidRPr="00220DBB">
              <w:rPr>
                <w:i/>
                <w:iCs/>
              </w:rPr>
              <w:t xml:space="preserve">to my course, go to the gym </w:t>
            </w:r>
            <w:r>
              <w:rPr>
                <w:i/>
                <w:iCs/>
              </w:rPr>
              <w:t>four</w:t>
            </w:r>
            <w:r w:rsidR="00220DBB" w:rsidRPr="00220DBB">
              <w:rPr>
                <w:i/>
                <w:iCs/>
              </w:rPr>
              <w:t xml:space="preserve"> times a week and complete </w:t>
            </w:r>
            <w:r w:rsidR="00C13D16">
              <w:rPr>
                <w:i/>
                <w:iCs/>
              </w:rPr>
              <w:t xml:space="preserve">a </w:t>
            </w:r>
            <w:r w:rsidR="00220DBB" w:rsidRPr="00220DBB">
              <w:rPr>
                <w:i/>
                <w:iCs/>
              </w:rPr>
              <w:t xml:space="preserve">programme, get a reassessment after 2 weeks to see how I am going and if I can increase the </w:t>
            </w:r>
            <w:r w:rsidR="00C13D16">
              <w:rPr>
                <w:i/>
                <w:iCs/>
              </w:rPr>
              <w:t xml:space="preserve">bench press </w:t>
            </w:r>
            <w:r w:rsidR="00220DBB" w:rsidRPr="00220DBB">
              <w:rPr>
                <w:i/>
                <w:iCs/>
              </w:rPr>
              <w:t xml:space="preserve">weight. </w:t>
            </w:r>
          </w:p>
          <w:p w:rsidR="00D63154" w:rsidRDefault="00220DBB" w:rsidP="00872644">
            <w:pPr>
              <w:pStyle w:val="VPSchedulebullets"/>
              <w:numPr>
                <w:ilvl w:val="1"/>
                <w:numId w:val="4"/>
              </w:numPr>
              <w:rPr>
                <w:i/>
                <w:iCs/>
              </w:rPr>
            </w:pPr>
            <w:r w:rsidRPr="00872644">
              <w:rPr>
                <w:iCs/>
              </w:rPr>
              <w:t>Describ</w:t>
            </w:r>
            <w:r w:rsidR="00D63154" w:rsidRPr="00872644">
              <w:rPr>
                <w:iCs/>
              </w:rPr>
              <w:t>es</w:t>
            </w:r>
            <w:r w:rsidRPr="00872644">
              <w:rPr>
                <w:iCs/>
              </w:rPr>
              <w:t xml:space="preserve"> possible barriers</w:t>
            </w:r>
            <w:r w:rsidR="00D63154" w:rsidRPr="00872644">
              <w:rPr>
                <w:iCs/>
              </w:rPr>
              <w:t>:</w:t>
            </w:r>
            <w:r w:rsidRPr="00220DBB">
              <w:rPr>
                <w:i/>
                <w:iCs/>
              </w:rPr>
              <w:t xml:space="preserve"> </w:t>
            </w:r>
            <w:r w:rsidR="00C13D16">
              <w:rPr>
                <w:i/>
                <w:iCs/>
              </w:rPr>
              <w:t>I</w:t>
            </w:r>
            <w:r w:rsidRPr="00220DBB">
              <w:rPr>
                <w:i/>
                <w:iCs/>
              </w:rPr>
              <w:t xml:space="preserve"> might find the </w:t>
            </w:r>
            <w:r w:rsidRPr="00220DBB">
              <w:rPr>
                <w:i/>
                <w:iCs/>
              </w:rPr>
              <w:lastRenderedPageBreak/>
              <w:t xml:space="preserve">membership costs are too expensive and I </w:t>
            </w:r>
            <w:r w:rsidR="007D0100">
              <w:rPr>
                <w:i/>
                <w:iCs/>
              </w:rPr>
              <w:t>might</w:t>
            </w:r>
            <w:r w:rsidR="007D0100" w:rsidRPr="00220DBB">
              <w:rPr>
                <w:i/>
                <w:iCs/>
              </w:rPr>
              <w:t xml:space="preserve"> </w:t>
            </w:r>
            <w:r w:rsidRPr="00220DBB">
              <w:rPr>
                <w:i/>
                <w:iCs/>
              </w:rPr>
              <w:t xml:space="preserve">not have enough savings to cover it, not getting up early enough in the morning to go to the gym before the course, after a while I might get bored </w:t>
            </w:r>
            <w:r w:rsidR="001B25E9">
              <w:rPr>
                <w:i/>
                <w:iCs/>
              </w:rPr>
              <w:t>and sick of the same programme</w:t>
            </w:r>
            <w:r w:rsidRPr="00220DBB">
              <w:rPr>
                <w:i/>
                <w:iCs/>
              </w:rPr>
              <w:t xml:space="preserve"> and routine.</w:t>
            </w:r>
          </w:p>
          <w:p w:rsidR="00220DBB" w:rsidRPr="00220DBB" w:rsidRDefault="00220DBB" w:rsidP="00872644">
            <w:pPr>
              <w:pStyle w:val="VPSchedulebullets"/>
              <w:numPr>
                <w:ilvl w:val="1"/>
                <w:numId w:val="4"/>
              </w:numPr>
              <w:rPr>
                <w:i/>
                <w:iCs/>
              </w:rPr>
            </w:pPr>
            <w:r w:rsidRPr="00872644">
              <w:rPr>
                <w:iCs/>
              </w:rPr>
              <w:t>Describ</w:t>
            </w:r>
            <w:r w:rsidR="00D63154" w:rsidRPr="00872644">
              <w:rPr>
                <w:iCs/>
              </w:rPr>
              <w:t>es</w:t>
            </w:r>
            <w:r w:rsidRPr="00872644">
              <w:rPr>
                <w:iCs/>
              </w:rPr>
              <w:t xml:space="preserve"> possible enablers</w:t>
            </w:r>
            <w:r w:rsidR="00D63154" w:rsidRPr="00872644">
              <w:rPr>
                <w:iCs/>
              </w:rPr>
              <w:t>:</w:t>
            </w:r>
            <w:r w:rsidR="00D63154">
              <w:rPr>
                <w:i/>
                <w:iCs/>
              </w:rPr>
              <w:t xml:space="preserve"> </w:t>
            </w:r>
            <w:r w:rsidRPr="00220DBB">
              <w:rPr>
                <w:i/>
                <w:iCs/>
              </w:rPr>
              <w:t xml:space="preserve">I could find out if I could pay for a short period of time </w:t>
            </w:r>
            <w:r w:rsidR="002B7449">
              <w:rPr>
                <w:i/>
                <w:iCs/>
              </w:rPr>
              <w:t>o</w:t>
            </w:r>
            <w:r w:rsidR="00C13D16">
              <w:rPr>
                <w:i/>
                <w:iCs/>
              </w:rPr>
              <w:t>r</w:t>
            </w:r>
            <w:r w:rsidRPr="00220DBB">
              <w:rPr>
                <w:i/>
                <w:iCs/>
              </w:rPr>
              <w:t xml:space="preserve"> </w:t>
            </w:r>
            <w:r w:rsidR="00B71652">
              <w:rPr>
                <w:i/>
                <w:iCs/>
              </w:rPr>
              <w:t xml:space="preserve">a </w:t>
            </w:r>
            <w:r w:rsidRPr="00220DBB">
              <w:rPr>
                <w:i/>
                <w:iCs/>
              </w:rPr>
              <w:t>month which would be cheaper</w:t>
            </w:r>
            <w:r w:rsidR="00C13D16">
              <w:rPr>
                <w:i/>
                <w:iCs/>
              </w:rPr>
              <w:t xml:space="preserve"> –</w:t>
            </w:r>
            <w:r w:rsidRPr="00220DBB">
              <w:rPr>
                <w:i/>
                <w:iCs/>
              </w:rPr>
              <w:t xml:space="preserve"> also ask Dad if he will give me a loan if too expensive, organise to go with another person rather than by myself so we can encourage each other</w:t>
            </w:r>
            <w:r w:rsidR="002B7449">
              <w:rPr>
                <w:i/>
                <w:iCs/>
              </w:rPr>
              <w:t>.</w:t>
            </w:r>
          </w:p>
          <w:p w:rsidR="00220DBB" w:rsidRPr="00220DBB" w:rsidRDefault="00941342" w:rsidP="00872644">
            <w:pPr>
              <w:pStyle w:val="VPSchedulebullets"/>
              <w:numPr>
                <w:ilvl w:val="1"/>
                <w:numId w:val="4"/>
              </w:numPr>
              <w:rPr>
                <w:i/>
                <w:iCs/>
              </w:rPr>
            </w:pPr>
            <w:r w:rsidRPr="00872644">
              <w:rPr>
                <w:iCs/>
              </w:rPr>
              <w:t>P</w:t>
            </w:r>
            <w:r w:rsidR="00220DBB" w:rsidRPr="00872644">
              <w:rPr>
                <w:iCs/>
              </w:rPr>
              <w:t>rovide</w:t>
            </w:r>
            <w:r w:rsidR="00D63154" w:rsidRPr="00872644">
              <w:rPr>
                <w:iCs/>
              </w:rPr>
              <w:t>s</w:t>
            </w:r>
            <w:r w:rsidR="00220DBB" w:rsidRPr="00872644">
              <w:rPr>
                <w:iCs/>
              </w:rPr>
              <w:t xml:space="preserve"> evidence of implementation</w:t>
            </w:r>
            <w:r w:rsidRPr="00872644">
              <w:rPr>
                <w:iCs/>
              </w:rPr>
              <w:t>:</w:t>
            </w:r>
            <w:r w:rsidR="00D63154">
              <w:rPr>
                <w:i/>
                <w:iCs/>
              </w:rPr>
              <w:t xml:space="preserve"> </w:t>
            </w:r>
            <w:r w:rsidR="00220DBB" w:rsidRPr="00220DBB">
              <w:rPr>
                <w:i/>
                <w:iCs/>
              </w:rPr>
              <w:t xml:space="preserve">I visited the gym on-site here at the </w:t>
            </w:r>
            <w:proofErr w:type="spellStart"/>
            <w:r w:rsidR="00220DBB" w:rsidRPr="00220DBB">
              <w:rPr>
                <w:i/>
                <w:iCs/>
              </w:rPr>
              <w:t>Polytech</w:t>
            </w:r>
            <w:proofErr w:type="spellEnd"/>
            <w:r w:rsidR="00220DBB" w:rsidRPr="00220DBB">
              <w:rPr>
                <w:i/>
                <w:iCs/>
              </w:rPr>
              <w:t xml:space="preserve"> and found out being a </w:t>
            </w:r>
            <w:r w:rsidR="009237C7">
              <w:rPr>
                <w:i/>
                <w:iCs/>
              </w:rPr>
              <w:t>learner</w:t>
            </w:r>
            <w:r w:rsidR="00220DBB" w:rsidRPr="00220DBB">
              <w:rPr>
                <w:i/>
                <w:iCs/>
              </w:rPr>
              <w:t xml:space="preserve"> means t</w:t>
            </w:r>
            <w:r>
              <w:rPr>
                <w:i/>
                <w:iCs/>
              </w:rPr>
              <w:t>hat it is free if I go before 5</w:t>
            </w:r>
            <w:r w:rsidRPr="00220DBB">
              <w:rPr>
                <w:i/>
                <w:iCs/>
              </w:rPr>
              <w:t xml:space="preserve"> </w:t>
            </w:r>
            <w:r>
              <w:rPr>
                <w:i/>
                <w:iCs/>
              </w:rPr>
              <w:t>pm</w:t>
            </w:r>
            <w:r w:rsidR="00330E63">
              <w:rPr>
                <w:i/>
                <w:iCs/>
              </w:rPr>
              <w:t>,</w:t>
            </w:r>
            <w:r>
              <w:rPr>
                <w:i/>
                <w:iCs/>
              </w:rPr>
              <w:t xml:space="preserve"> so </w:t>
            </w:r>
            <w:r w:rsidR="00902F47">
              <w:rPr>
                <w:i/>
                <w:iCs/>
              </w:rPr>
              <w:t>no worry about cost. I</w:t>
            </w:r>
            <w:r>
              <w:rPr>
                <w:i/>
                <w:iCs/>
              </w:rPr>
              <w:t xml:space="preserve"> </w:t>
            </w:r>
            <w:r w:rsidR="00220DBB" w:rsidRPr="00220DBB">
              <w:rPr>
                <w:i/>
                <w:iCs/>
              </w:rPr>
              <w:t xml:space="preserve">went to the gym after the course and completed my programme, my </w:t>
            </w:r>
            <w:r>
              <w:rPr>
                <w:i/>
                <w:iCs/>
              </w:rPr>
              <w:t>friend</w:t>
            </w:r>
            <w:r w:rsidR="00220DBB" w:rsidRPr="00220DBB">
              <w:rPr>
                <w:i/>
                <w:iCs/>
              </w:rPr>
              <w:t xml:space="preserve"> from the course who is doing the same goal came with me </w:t>
            </w:r>
            <w:r w:rsidR="00104B45">
              <w:rPr>
                <w:i/>
                <w:iCs/>
              </w:rPr>
              <w:t xml:space="preserve">and </w:t>
            </w:r>
            <w:r w:rsidR="00220DBB" w:rsidRPr="00220DBB">
              <w:rPr>
                <w:i/>
                <w:iCs/>
              </w:rPr>
              <w:t>this really helps</w:t>
            </w:r>
            <w:r w:rsidR="00104B45">
              <w:rPr>
                <w:i/>
                <w:iCs/>
              </w:rPr>
              <w:t>.</w:t>
            </w:r>
            <w:r w:rsidR="00C31867">
              <w:rPr>
                <w:i/>
                <w:iCs/>
              </w:rPr>
              <w:t xml:space="preserve"> </w:t>
            </w:r>
            <w:r w:rsidR="00104B45">
              <w:rPr>
                <w:i/>
                <w:iCs/>
              </w:rPr>
              <w:t>W</w:t>
            </w:r>
            <w:r w:rsidR="00220DBB" w:rsidRPr="00220DBB">
              <w:rPr>
                <w:i/>
                <w:iCs/>
              </w:rPr>
              <w:t>e have decided we will go together three lunchtimes each week</w:t>
            </w:r>
            <w:r w:rsidR="00B71652">
              <w:rPr>
                <w:i/>
                <w:iCs/>
              </w:rPr>
              <w:t>.</w:t>
            </w:r>
            <w:r w:rsidR="00220DBB" w:rsidRPr="00220DBB">
              <w:rPr>
                <w:i/>
                <w:iCs/>
              </w:rPr>
              <w:t xml:space="preserve"> I had my reassessment today and decided to up my programme and include additional cardio work</w:t>
            </w:r>
            <w:r w:rsidR="000C0AD6">
              <w:rPr>
                <w:i/>
                <w:iCs/>
              </w:rPr>
              <w:t>,</w:t>
            </w:r>
            <w:r w:rsidR="000C0AD6" w:rsidRPr="00220DBB">
              <w:rPr>
                <w:i/>
                <w:iCs/>
              </w:rPr>
              <w:t xml:space="preserve"> the</w:t>
            </w:r>
            <w:r w:rsidR="00220DBB" w:rsidRPr="00220DBB">
              <w:rPr>
                <w:i/>
                <w:iCs/>
              </w:rPr>
              <w:t xml:space="preserve"> trainer said I am doing really well which really encouraged me</w:t>
            </w:r>
            <w:r>
              <w:rPr>
                <w:i/>
                <w:iCs/>
              </w:rPr>
              <w:t>.</w:t>
            </w:r>
          </w:p>
          <w:p w:rsidR="00220DBB" w:rsidRPr="00220DBB" w:rsidRDefault="00941342" w:rsidP="00872644">
            <w:pPr>
              <w:pStyle w:val="VPSchedulebullets"/>
              <w:numPr>
                <w:ilvl w:val="1"/>
                <w:numId w:val="4"/>
              </w:numPr>
              <w:rPr>
                <w:i/>
                <w:iCs/>
              </w:rPr>
            </w:pPr>
            <w:r w:rsidRPr="00872644">
              <w:rPr>
                <w:iCs/>
              </w:rPr>
              <w:t>E</w:t>
            </w:r>
            <w:r w:rsidR="00220DBB" w:rsidRPr="00872644">
              <w:rPr>
                <w:iCs/>
              </w:rPr>
              <w:t>valuate</w:t>
            </w:r>
            <w:r w:rsidR="00D63154" w:rsidRPr="00872644">
              <w:rPr>
                <w:iCs/>
              </w:rPr>
              <w:t>s</w:t>
            </w:r>
            <w:r w:rsidR="00220DBB" w:rsidRPr="00872644">
              <w:rPr>
                <w:iCs/>
              </w:rPr>
              <w:t xml:space="preserve"> the implementation:</w:t>
            </w:r>
            <w:r w:rsidR="00220DBB" w:rsidRPr="00220DBB">
              <w:rPr>
                <w:i/>
                <w:iCs/>
              </w:rPr>
              <w:t xml:space="preserve"> </w:t>
            </w:r>
            <w:r>
              <w:rPr>
                <w:i/>
                <w:iCs/>
              </w:rPr>
              <w:t>H</w:t>
            </w:r>
            <w:r w:rsidR="00220DBB" w:rsidRPr="00220DBB">
              <w:rPr>
                <w:i/>
                <w:iCs/>
              </w:rPr>
              <w:t>aving a set program</w:t>
            </w:r>
            <w:r w:rsidR="001B25E9">
              <w:rPr>
                <w:i/>
                <w:iCs/>
              </w:rPr>
              <w:t>me</w:t>
            </w:r>
            <w:r w:rsidR="00220DBB" w:rsidRPr="00220DBB">
              <w:rPr>
                <w:i/>
                <w:iCs/>
              </w:rPr>
              <w:t xml:space="preserve"> meant that I knew what I was doing each time I went to the gym, it gave me a structure and focus. It was good after two weeks to have the reassessment </w:t>
            </w:r>
            <w:r w:rsidR="00220DBB" w:rsidRPr="002D3FE1">
              <w:rPr>
                <w:i/>
                <w:iCs/>
              </w:rPr>
              <w:t xml:space="preserve">because </w:t>
            </w:r>
            <w:r w:rsidRPr="002D3FE1">
              <w:rPr>
                <w:i/>
                <w:iCs/>
              </w:rPr>
              <w:t xml:space="preserve">the </w:t>
            </w:r>
            <w:r w:rsidR="00330E63">
              <w:rPr>
                <w:i/>
                <w:iCs/>
              </w:rPr>
              <w:t>trainer</w:t>
            </w:r>
            <w:r w:rsidR="00220DBB" w:rsidRPr="00220DBB">
              <w:rPr>
                <w:i/>
                <w:iCs/>
              </w:rPr>
              <w:t xml:space="preserve"> made sure I was doing </w:t>
            </w:r>
            <w:r w:rsidR="00220DBB" w:rsidRPr="00220DBB">
              <w:rPr>
                <w:i/>
                <w:iCs/>
              </w:rPr>
              <w:lastRenderedPageBreak/>
              <w:t>everything right and after a while you can get a little bored with what you are doing</w:t>
            </w:r>
            <w:r w:rsidR="00330E63">
              <w:rPr>
                <w:i/>
                <w:iCs/>
              </w:rPr>
              <w:t xml:space="preserve"> –</w:t>
            </w:r>
            <w:r w:rsidR="00220DBB" w:rsidRPr="00220DBB">
              <w:rPr>
                <w:i/>
                <w:iCs/>
              </w:rPr>
              <w:t xml:space="preserve"> so it was good to have new challenges. For two of the three weeks I went to the gym four times and because of this I am stronger and now can bench press 63</w:t>
            </w:r>
            <w:r>
              <w:rPr>
                <w:i/>
                <w:iCs/>
              </w:rPr>
              <w:t> </w:t>
            </w:r>
            <w:r w:rsidR="00220DBB" w:rsidRPr="00220DBB">
              <w:rPr>
                <w:i/>
                <w:iCs/>
              </w:rPr>
              <w:t>kg. This is an improvement of 4</w:t>
            </w:r>
            <w:r>
              <w:rPr>
                <w:i/>
                <w:iCs/>
              </w:rPr>
              <w:t> </w:t>
            </w:r>
            <w:r w:rsidR="00220DBB" w:rsidRPr="00220DBB">
              <w:rPr>
                <w:i/>
                <w:iCs/>
              </w:rPr>
              <w:t xml:space="preserve">kg and I am proud of </w:t>
            </w:r>
            <w:r w:rsidR="00D518AC">
              <w:rPr>
                <w:i/>
                <w:iCs/>
              </w:rPr>
              <w:t>it,</w:t>
            </w:r>
            <w:r w:rsidR="00220DBB" w:rsidRPr="00220DBB">
              <w:rPr>
                <w:i/>
                <w:iCs/>
              </w:rPr>
              <w:t xml:space="preserve"> and my Dad was impressed by my improvement as well. I found it was easier going with </w:t>
            </w:r>
            <w:r w:rsidR="000C0AD6">
              <w:rPr>
                <w:i/>
                <w:iCs/>
              </w:rPr>
              <w:t>my friend</w:t>
            </w:r>
            <w:r w:rsidR="00220DBB" w:rsidRPr="00220DBB">
              <w:rPr>
                <w:i/>
                <w:iCs/>
              </w:rPr>
              <w:t xml:space="preserve"> from my course because we encouraged each other to go and we challenged each other. I learnt getting organised, having a routine a</w:t>
            </w:r>
            <w:r w:rsidR="002E7035">
              <w:rPr>
                <w:i/>
                <w:iCs/>
              </w:rPr>
              <w:t>nd sticking to it actually works.</w:t>
            </w:r>
          </w:p>
          <w:p w:rsidR="003B2E13" w:rsidRPr="005266AB" w:rsidRDefault="001B25E9" w:rsidP="00D47620">
            <w:pPr>
              <w:pStyle w:val="VPScheduletext"/>
              <w:rPr>
                <w:lang w:val="en-AU"/>
              </w:rPr>
            </w:pPr>
            <w:r>
              <w:rPr>
                <w:i/>
                <w:iCs/>
                <w:color w:val="FF0000"/>
              </w:rPr>
              <w:t>The above expected learner responses</w:t>
            </w:r>
            <w:r w:rsidR="003B2E13" w:rsidRPr="00D6349A">
              <w:rPr>
                <w:i/>
                <w:iCs/>
                <w:color w:val="FF0000"/>
              </w:rPr>
              <w:t xml:space="preserve"> are indicative only and relate to just part of what is required.</w:t>
            </w:r>
          </w:p>
        </w:tc>
        <w:tc>
          <w:tcPr>
            <w:tcW w:w="4725" w:type="dxa"/>
          </w:tcPr>
          <w:p w:rsidR="00B53E51" w:rsidRPr="00E73F2B" w:rsidRDefault="00B53E51" w:rsidP="00220DBB">
            <w:pPr>
              <w:pStyle w:val="VPScheduletext"/>
            </w:pPr>
            <w:r w:rsidRPr="00E73F2B">
              <w:lastRenderedPageBreak/>
              <w:t xml:space="preserve">The learner takes comprehensive action to enhance an aspect of personal well-being </w:t>
            </w:r>
            <w:r w:rsidR="00220DBB">
              <w:t xml:space="preserve">to </w:t>
            </w:r>
            <w:r w:rsidR="00220DBB" w:rsidRPr="00E73F2B">
              <w:t xml:space="preserve">be better prepared </w:t>
            </w:r>
            <w:r w:rsidR="00220DBB">
              <w:t>to</w:t>
            </w:r>
            <w:r w:rsidR="00220DBB" w:rsidRPr="00E73F2B">
              <w:t xml:space="preserve"> work</w:t>
            </w:r>
            <w:r w:rsidR="00220DBB">
              <w:t xml:space="preserve"> as an ambulance officer</w:t>
            </w:r>
            <w:r w:rsidR="00220DBB" w:rsidRPr="00E73F2B">
              <w:t xml:space="preserve"> </w:t>
            </w:r>
            <w:r w:rsidRPr="00E73F2B">
              <w:t>by:</w:t>
            </w:r>
          </w:p>
          <w:p w:rsidR="00B53E51" w:rsidRPr="00B53E51" w:rsidRDefault="00D6349A" w:rsidP="00B53E51">
            <w:pPr>
              <w:pStyle w:val="VPSchedulebullets"/>
              <w:rPr>
                <w:color w:val="000000"/>
              </w:rPr>
            </w:pPr>
            <w:r>
              <w:rPr>
                <w:color w:val="000000"/>
              </w:rPr>
              <w:t>d</w:t>
            </w:r>
            <w:r w:rsidR="00B53E51" w:rsidRPr="00B53E51">
              <w:rPr>
                <w:color w:val="000000"/>
              </w:rPr>
              <w:t xml:space="preserve">eveloping </w:t>
            </w:r>
            <w:r w:rsidR="00FC736F">
              <w:rPr>
                <w:color w:val="000000"/>
              </w:rPr>
              <w:t xml:space="preserve">a plan that is coherent and </w:t>
            </w:r>
            <w:r w:rsidR="00B53E51" w:rsidRPr="00B53E51">
              <w:rPr>
                <w:color w:val="000000"/>
              </w:rPr>
              <w:t>well-connected</w:t>
            </w:r>
            <w:r w:rsidR="00FC736F">
              <w:rPr>
                <w:color w:val="000000"/>
              </w:rPr>
              <w:t xml:space="preserve"> and</w:t>
            </w:r>
            <w:r w:rsidR="00B53E51" w:rsidRPr="00B53E51">
              <w:rPr>
                <w:color w:val="000000"/>
              </w:rPr>
              <w:t xml:space="preserve"> contains critical actions/steps for achieving the health goal</w:t>
            </w:r>
          </w:p>
          <w:p w:rsidR="00B53E51" w:rsidRPr="00B53E51" w:rsidRDefault="00D6349A" w:rsidP="00B53E51">
            <w:pPr>
              <w:pStyle w:val="VPSchedulebullets"/>
              <w:rPr>
                <w:color w:val="000000"/>
              </w:rPr>
            </w:pPr>
            <w:r>
              <w:rPr>
                <w:color w:val="000000"/>
              </w:rPr>
              <w:t>p</w:t>
            </w:r>
            <w:r w:rsidR="00B53E51" w:rsidRPr="00B53E51">
              <w:rPr>
                <w:color w:val="000000"/>
              </w:rPr>
              <w:t xml:space="preserve">roviding extensive supporting evidence of implementation for all aspects of the plan </w:t>
            </w:r>
          </w:p>
          <w:p w:rsidR="00B53E51" w:rsidRPr="00B53E51" w:rsidRDefault="00D6349A" w:rsidP="00B53E51">
            <w:pPr>
              <w:pStyle w:val="VPSchedulebullets"/>
              <w:rPr>
                <w:color w:val="000000"/>
              </w:rPr>
            </w:pPr>
            <w:r>
              <w:rPr>
                <w:color w:val="000000"/>
              </w:rPr>
              <w:t>s</w:t>
            </w:r>
            <w:r w:rsidR="00B53E51" w:rsidRPr="00B53E51">
              <w:rPr>
                <w:color w:val="000000"/>
              </w:rPr>
              <w:t>howing critical insight in their evaluation of the implementation</w:t>
            </w:r>
          </w:p>
          <w:p w:rsidR="003B2E13" w:rsidRPr="003E1CCA" w:rsidRDefault="003B2E13" w:rsidP="00872644">
            <w:pPr>
              <w:pStyle w:val="VPScheduletext"/>
              <w:ind w:left="284"/>
            </w:pPr>
            <w:r w:rsidRPr="003E1CCA">
              <w:t>For example</w:t>
            </w:r>
            <w:r w:rsidR="00D6349A">
              <w:t>, the learner</w:t>
            </w:r>
            <w:r w:rsidR="00BE79BF">
              <w:t>:</w:t>
            </w:r>
          </w:p>
          <w:p w:rsidR="00D861B3" w:rsidRPr="00872644" w:rsidRDefault="00D861B3" w:rsidP="00872644">
            <w:pPr>
              <w:pStyle w:val="VPSchedulebullets"/>
              <w:numPr>
                <w:ilvl w:val="1"/>
                <w:numId w:val="6"/>
              </w:numPr>
              <w:rPr>
                <w:iCs/>
              </w:rPr>
            </w:pPr>
            <w:r w:rsidRPr="00872644">
              <w:rPr>
                <w:iCs/>
              </w:rPr>
              <w:t>Develop</w:t>
            </w:r>
            <w:r w:rsidR="002964DF">
              <w:rPr>
                <w:iCs/>
              </w:rPr>
              <w:t>s</w:t>
            </w:r>
            <w:r w:rsidRPr="00872644">
              <w:rPr>
                <w:iCs/>
              </w:rPr>
              <w:t xml:space="preserve"> a coherent, well-connected plan that contains critical actions/steps for achieving the health goal. To maximise chances of success key barriers have been included and it has been made clear how the barriers will be overcome. Also details have been included of how enablers will be effectively used to support the goal being achieved. Within the plan, details of resources (human and non-human) that are require</w:t>
            </w:r>
            <w:r w:rsidR="009E1AC4" w:rsidRPr="00872644">
              <w:rPr>
                <w:iCs/>
              </w:rPr>
              <w:t>d</w:t>
            </w:r>
            <w:r w:rsidRPr="00872644">
              <w:rPr>
                <w:iCs/>
              </w:rPr>
              <w:t xml:space="preserve"> are provided. Milestones might be set to be achieved at certain points during implementation. </w:t>
            </w:r>
          </w:p>
          <w:p w:rsidR="00D861B3" w:rsidRPr="00872644" w:rsidRDefault="00D861B3" w:rsidP="00872644">
            <w:pPr>
              <w:pStyle w:val="VPSchedulebullets"/>
              <w:numPr>
                <w:ilvl w:val="1"/>
                <w:numId w:val="6"/>
              </w:numPr>
              <w:rPr>
                <w:iCs/>
              </w:rPr>
            </w:pPr>
            <w:r w:rsidRPr="00872644">
              <w:rPr>
                <w:iCs/>
              </w:rPr>
              <w:t>Provide</w:t>
            </w:r>
            <w:r w:rsidR="002964DF">
              <w:rPr>
                <w:iCs/>
              </w:rPr>
              <w:t>s</w:t>
            </w:r>
            <w:r w:rsidRPr="00872644">
              <w:rPr>
                <w:iCs/>
              </w:rPr>
              <w:t xml:space="preserve"> detailed and extensive supporting evidence of implementation for all aspects </w:t>
            </w:r>
            <w:r w:rsidRPr="00872644">
              <w:rPr>
                <w:iCs/>
              </w:rPr>
              <w:lastRenderedPageBreak/>
              <w:t>of the plan. The learner shows how reactive he/she is in terms of what is happening and the plan that has been made. For example, if actions/steps are not being effective in terms of achieving the goal then modifications will be made. This could include modifying the set goal and/or actions/steps, finding new enablers to support the actions</w:t>
            </w:r>
            <w:r w:rsidR="00D6349A" w:rsidRPr="00872644">
              <w:rPr>
                <w:iCs/>
              </w:rPr>
              <w:t>,</w:t>
            </w:r>
            <w:r w:rsidRPr="00872644">
              <w:rPr>
                <w:iCs/>
              </w:rPr>
              <w:t xml:space="preserve"> or new ways to overcome barriers they encountered.</w:t>
            </w:r>
          </w:p>
          <w:p w:rsidR="00220DBB" w:rsidRPr="000A6D78" w:rsidRDefault="000A6D78" w:rsidP="00872644">
            <w:pPr>
              <w:pStyle w:val="VPSchedulebullets"/>
              <w:numPr>
                <w:ilvl w:val="1"/>
                <w:numId w:val="4"/>
              </w:numPr>
              <w:rPr>
                <w:i/>
                <w:iCs/>
                <w:lang w:val="en-AU"/>
              </w:rPr>
            </w:pPr>
            <w:r w:rsidRPr="00872644">
              <w:rPr>
                <w:iCs/>
              </w:rPr>
              <w:t>E</w:t>
            </w:r>
            <w:r w:rsidR="00220DBB" w:rsidRPr="00872644">
              <w:rPr>
                <w:iCs/>
              </w:rPr>
              <w:t>valuate</w:t>
            </w:r>
            <w:r w:rsidR="002964DF">
              <w:rPr>
                <w:iCs/>
              </w:rPr>
              <w:t>s</w:t>
            </w:r>
            <w:r w:rsidR="00220DBB" w:rsidRPr="00872644">
              <w:rPr>
                <w:iCs/>
              </w:rPr>
              <w:t xml:space="preserve"> showing critical insight:</w:t>
            </w:r>
            <w:r w:rsidR="00220DBB" w:rsidRPr="000A6D78">
              <w:rPr>
                <w:i/>
                <w:iCs/>
              </w:rPr>
              <w:t xml:space="preserve"> Although my goal was about increasing my physical strength I was surprised about how it affected other areas in my life. </w:t>
            </w:r>
            <w:r>
              <w:rPr>
                <w:i/>
                <w:iCs/>
              </w:rPr>
              <w:t>What was</w:t>
            </w:r>
            <w:r w:rsidR="00220DBB" w:rsidRPr="000A6D78">
              <w:rPr>
                <w:i/>
                <w:iCs/>
              </w:rPr>
              <w:t xml:space="preserve"> really positive was that it improved my relationships – I got to know Wiremu from my course a lot better as we went to the gym together and encouraged each other to succeed. At times I might have thought about not going but </w:t>
            </w:r>
            <w:r w:rsidR="00D67A0D">
              <w:rPr>
                <w:i/>
                <w:iCs/>
              </w:rPr>
              <w:t xml:space="preserve">I </w:t>
            </w:r>
            <w:r w:rsidR="00220DBB" w:rsidRPr="000A6D78">
              <w:rPr>
                <w:i/>
                <w:iCs/>
              </w:rPr>
              <w:t>knew that he was relying on me</w:t>
            </w:r>
            <w:r>
              <w:rPr>
                <w:i/>
                <w:iCs/>
              </w:rPr>
              <w:t xml:space="preserve">, having </w:t>
            </w:r>
            <w:r w:rsidR="00220DBB" w:rsidRPr="000A6D78">
              <w:rPr>
                <w:i/>
                <w:iCs/>
              </w:rPr>
              <w:t>someone to go with meant that I was more committed. It also brought my Dad and I a bit closer because a couple of times in the weekend we went together and he often asked how I was getting on</w:t>
            </w:r>
            <w:r w:rsidR="009A3A82">
              <w:rPr>
                <w:i/>
                <w:iCs/>
              </w:rPr>
              <w:t>,</w:t>
            </w:r>
            <w:r w:rsidR="00220DBB" w:rsidRPr="000A6D78">
              <w:rPr>
                <w:i/>
                <w:iCs/>
              </w:rPr>
              <w:t xml:space="preserve"> which gave us something to talk about and I know he is proud of my commitment and the improvemen</w:t>
            </w:r>
            <w:r w:rsidR="001B25E9">
              <w:rPr>
                <w:i/>
                <w:iCs/>
              </w:rPr>
              <w:t>ts I have made. Having a programme</w:t>
            </w:r>
            <w:r w:rsidR="00220DBB" w:rsidRPr="000A6D78">
              <w:rPr>
                <w:i/>
                <w:iCs/>
              </w:rPr>
              <w:t xml:space="preserve"> </w:t>
            </w:r>
            <w:r w:rsidR="009A3A82">
              <w:rPr>
                <w:i/>
                <w:iCs/>
              </w:rPr>
              <w:t>with</w:t>
            </w:r>
            <w:r w:rsidR="009A3A82" w:rsidRPr="000A6D78">
              <w:rPr>
                <w:i/>
                <w:iCs/>
              </w:rPr>
              <w:t xml:space="preserve"> </w:t>
            </w:r>
            <w:r w:rsidR="00220DBB" w:rsidRPr="000A6D78">
              <w:rPr>
                <w:i/>
                <w:iCs/>
              </w:rPr>
              <w:t>the staff at the gym really helped because you knew you were doing the right activiti</w:t>
            </w:r>
            <w:r w:rsidR="001B25E9">
              <w:rPr>
                <w:i/>
                <w:iCs/>
              </w:rPr>
              <w:t>es and they changed your programme</w:t>
            </w:r>
            <w:r w:rsidR="00220DBB" w:rsidRPr="000A6D78">
              <w:rPr>
                <w:i/>
                <w:iCs/>
              </w:rPr>
              <w:t xml:space="preserve"> to keep you motivated and you continued to improve. </w:t>
            </w:r>
            <w:r w:rsidR="00220DBB" w:rsidRPr="000A6D78">
              <w:rPr>
                <w:i/>
                <w:iCs/>
              </w:rPr>
              <w:lastRenderedPageBreak/>
              <w:t>For this sort of goal</w:t>
            </w:r>
            <w:r>
              <w:rPr>
                <w:i/>
                <w:iCs/>
              </w:rPr>
              <w:t>,</w:t>
            </w:r>
            <w:r w:rsidR="00220DBB" w:rsidRPr="000A6D78">
              <w:rPr>
                <w:i/>
                <w:iCs/>
              </w:rPr>
              <w:t xml:space="preserve"> I think yo</w:t>
            </w:r>
            <w:r w:rsidR="001B25E9">
              <w:rPr>
                <w:i/>
                <w:iCs/>
              </w:rPr>
              <w:t>u need to make sure your programme</w:t>
            </w:r>
            <w:r w:rsidR="00220DBB" w:rsidRPr="000A6D78">
              <w:rPr>
                <w:i/>
                <w:iCs/>
              </w:rPr>
              <w:t xml:space="preserve"> is right so you </w:t>
            </w:r>
            <w:r w:rsidR="00491680">
              <w:rPr>
                <w:i/>
                <w:iCs/>
              </w:rPr>
              <w:t>d</w:t>
            </w:r>
            <w:r w:rsidR="00220DBB" w:rsidRPr="000A6D78">
              <w:rPr>
                <w:i/>
                <w:iCs/>
              </w:rPr>
              <w:t xml:space="preserve">o not injure yourself or get disappointed if you try to add extra weights you are not ready </w:t>
            </w:r>
            <w:r w:rsidR="00491680">
              <w:rPr>
                <w:i/>
                <w:iCs/>
              </w:rPr>
              <w:t xml:space="preserve">for </w:t>
            </w:r>
            <w:r w:rsidR="00220DBB" w:rsidRPr="000A6D78">
              <w:rPr>
                <w:i/>
                <w:iCs/>
              </w:rPr>
              <w:t xml:space="preserve">yet. Having a definite number of times a week you wanted to go was a good idea because it was measurable and realistic with only being </w:t>
            </w:r>
            <w:r w:rsidR="00654108">
              <w:rPr>
                <w:i/>
                <w:iCs/>
              </w:rPr>
              <w:t>four</w:t>
            </w:r>
            <w:r w:rsidR="00220DBB" w:rsidRPr="000A6D78">
              <w:rPr>
                <w:i/>
                <w:iCs/>
              </w:rPr>
              <w:t xml:space="preserve"> times a week so wasn’t a huge time commitment</w:t>
            </w:r>
            <w:r w:rsidR="00654108">
              <w:rPr>
                <w:i/>
                <w:iCs/>
              </w:rPr>
              <w:t>.</w:t>
            </w:r>
          </w:p>
          <w:p w:rsidR="006854BE" w:rsidRPr="0057678D" w:rsidRDefault="001B25E9" w:rsidP="00220DBB">
            <w:pPr>
              <w:pStyle w:val="VPScheduletext"/>
              <w:rPr>
                <w:i/>
                <w:iCs/>
                <w:color w:val="FF0000"/>
                <w:lang w:val="en-AU"/>
              </w:rPr>
            </w:pPr>
            <w:r>
              <w:rPr>
                <w:i/>
                <w:iCs/>
                <w:color w:val="FF0000"/>
              </w:rPr>
              <w:t>The above expected learner responses</w:t>
            </w:r>
            <w:r w:rsidR="006854BE" w:rsidRPr="0057678D">
              <w:rPr>
                <w:i/>
                <w:iCs/>
                <w:color w:val="FF0000"/>
              </w:rPr>
              <w:t xml:space="preserve"> are indicative only and relate to just part of what is required.</w:t>
            </w:r>
          </w:p>
          <w:p w:rsidR="006854BE" w:rsidRPr="006854BE" w:rsidRDefault="006854BE" w:rsidP="00313D53">
            <w:pPr>
              <w:pStyle w:val="VPScheduletext"/>
              <w:rPr>
                <w:lang w:val="en-AU"/>
              </w:rPr>
            </w:pP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E020A7">
            <w:t>e</w:t>
          </w:r>
          <w:r w:rsidRPr="002B7AA3">
            <w:t>ment based on an examination of the evidence provided against the criteria in the Achievement Standard. Judgements should be holistic, rather than based on a checklist approach</w:t>
          </w:r>
          <w:r>
            <w:t>.</w:t>
          </w:r>
        </w:p>
      </w:sdtContent>
    </w:sdt>
    <w:p w:rsidR="00833535" w:rsidRDefault="00833535" w:rsidP="00AD61D9"/>
    <w:sectPr w:rsidR="00833535" w:rsidSect="00CA2937">
      <w:footerReference w:type="default" r:id="rId20"/>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80A" w:rsidRDefault="00CB680A" w:rsidP="006C5D0E">
      <w:pPr>
        <w:spacing w:before="0" w:after="0"/>
      </w:pPr>
      <w:r>
        <w:separator/>
      </w:r>
    </w:p>
  </w:endnote>
  <w:endnote w:type="continuationSeparator" w:id="0">
    <w:p w:rsidR="00CB680A" w:rsidRDefault="00CB680A"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652" w:rsidRPr="00CB5956" w:rsidRDefault="00B71652"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F67943">
      <w:rPr>
        <w:sz w:val="20"/>
        <w:szCs w:val="20"/>
      </w:rPr>
      <w:t>5</w:t>
    </w:r>
    <w:r w:rsidRPr="00CB5956">
      <w:rPr>
        <w:sz w:val="20"/>
        <w:szCs w:val="20"/>
      </w:rPr>
      <w:tab/>
      <w:t xml:space="preserve">Page </w:t>
    </w:r>
    <w:r w:rsidR="008719B6" w:rsidRPr="00CB5956">
      <w:rPr>
        <w:sz w:val="20"/>
        <w:szCs w:val="20"/>
      </w:rPr>
      <w:fldChar w:fldCharType="begin"/>
    </w:r>
    <w:r w:rsidRPr="00CB5956">
      <w:rPr>
        <w:sz w:val="20"/>
        <w:szCs w:val="20"/>
      </w:rPr>
      <w:instrText xml:space="preserve"> PAGE </w:instrText>
    </w:r>
    <w:r w:rsidR="008719B6" w:rsidRPr="00CB5956">
      <w:rPr>
        <w:sz w:val="20"/>
        <w:szCs w:val="20"/>
      </w:rPr>
      <w:fldChar w:fldCharType="separate"/>
    </w:r>
    <w:r w:rsidR="00563BC5">
      <w:rPr>
        <w:noProof/>
        <w:sz w:val="20"/>
        <w:szCs w:val="20"/>
      </w:rPr>
      <w:t>2</w:t>
    </w:r>
    <w:r w:rsidR="008719B6" w:rsidRPr="00CB5956">
      <w:rPr>
        <w:sz w:val="20"/>
        <w:szCs w:val="20"/>
      </w:rPr>
      <w:fldChar w:fldCharType="end"/>
    </w:r>
    <w:r w:rsidRPr="00CB5956">
      <w:rPr>
        <w:sz w:val="20"/>
        <w:szCs w:val="20"/>
      </w:rPr>
      <w:t xml:space="preserve"> of </w:t>
    </w:r>
    <w:r w:rsidR="008719B6" w:rsidRPr="00CB5956">
      <w:rPr>
        <w:sz w:val="20"/>
        <w:szCs w:val="20"/>
      </w:rPr>
      <w:fldChar w:fldCharType="begin"/>
    </w:r>
    <w:r w:rsidRPr="00CB5956">
      <w:rPr>
        <w:sz w:val="20"/>
        <w:szCs w:val="20"/>
      </w:rPr>
      <w:instrText xml:space="preserve"> NUMPAGES </w:instrText>
    </w:r>
    <w:r w:rsidR="008719B6" w:rsidRPr="00CB5956">
      <w:rPr>
        <w:sz w:val="20"/>
        <w:szCs w:val="20"/>
      </w:rPr>
      <w:fldChar w:fldCharType="separate"/>
    </w:r>
    <w:r w:rsidR="00563BC5">
      <w:rPr>
        <w:noProof/>
        <w:sz w:val="20"/>
        <w:szCs w:val="20"/>
      </w:rPr>
      <w:t>10</w:t>
    </w:r>
    <w:r w:rsidR="008719B6"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652" w:rsidRPr="00CB5956" w:rsidRDefault="00B71652"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F67943">
      <w:rPr>
        <w:sz w:val="20"/>
        <w:szCs w:val="20"/>
      </w:rPr>
      <w:t>5</w:t>
    </w:r>
    <w:r w:rsidRPr="00CB5956">
      <w:rPr>
        <w:sz w:val="20"/>
        <w:szCs w:val="20"/>
      </w:rPr>
      <w:tab/>
      <w:t xml:space="preserve">Page </w:t>
    </w:r>
    <w:r w:rsidR="008719B6" w:rsidRPr="00CB5956">
      <w:rPr>
        <w:sz w:val="20"/>
        <w:szCs w:val="20"/>
      </w:rPr>
      <w:fldChar w:fldCharType="begin"/>
    </w:r>
    <w:r w:rsidRPr="00CB5956">
      <w:rPr>
        <w:sz w:val="20"/>
        <w:szCs w:val="20"/>
      </w:rPr>
      <w:instrText xml:space="preserve"> PAGE </w:instrText>
    </w:r>
    <w:r w:rsidR="008719B6" w:rsidRPr="00CB5956">
      <w:rPr>
        <w:sz w:val="20"/>
        <w:szCs w:val="20"/>
      </w:rPr>
      <w:fldChar w:fldCharType="separate"/>
    </w:r>
    <w:r w:rsidR="00563BC5">
      <w:rPr>
        <w:noProof/>
        <w:sz w:val="20"/>
        <w:szCs w:val="20"/>
      </w:rPr>
      <w:t>1</w:t>
    </w:r>
    <w:r w:rsidR="008719B6" w:rsidRPr="00CB5956">
      <w:rPr>
        <w:sz w:val="20"/>
        <w:szCs w:val="20"/>
      </w:rPr>
      <w:fldChar w:fldCharType="end"/>
    </w:r>
    <w:r w:rsidRPr="00CB5956">
      <w:rPr>
        <w:sz w:val="20"/>
        <w:szCs w:val="20"/>
      </w:rPr>
      <w:t xml:space="preserve"> of </w:t>
    </w:r>
    <w:r w:rsidR="008719B6" w:rsidRPr="00CB5956">
      <w:rPr>
        <w:sz w:val="20"/>
        <w:szCs w:val="20"/>
      </w:rPr>
      <w:fldChar w:fldCharType="begin"/>
    </w:r>
    <w:r w:rsidRPr="00CB5956">
      <w:rPr>
        <w:sz w:val="20"/>
        <w:szCs w:val="20"/>
      </w:rPr>
      <w:instrText xml:space="preserve"> NUMPAGES </w:instrText>
    </w:r>
    <w:r w:rsidR="008719B6" w:rsidRPr="00CB5956">
      <w:rPr>
        <w:sz w:val="20"/>
        <w:szCs w:val="20"/>
      </w:rPr>
      <w:fldChar w:fldCharType="separate"/>
    </w:r>
    <w:r w:rsidR="00563BC5">
      <w:rPr>
        <w:noProof/>
        <w:sz w:val="20"/>
        <w:szCs w:val="20"/>
      </w:rPr>
      <w:t>10</w:t>
    </w:r>
    <w:r w:rsidR="008719B6"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652" w:rsidRPr="006C5D0E" w:rsidRDefault="00B71652"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F67943">
      <w:rPr>
        <w:sz w:val="20"/>
        <w:szCs w:val="20"/>
      </w:rPr>
      <w:t>5</w:t>
    </w:r>
    <w:r w:rsidRPr="006C5D0E">
      <w:rPr>
        <w:color w:val="808080"/>
        <w:sz w:val="20"/>
        <w:szCs w:val="20"/>
      </w:rPr>
      <w:tab/>
      <w:t xml:space="preserve">Page </w:t>
    </w:r>
    <w:r w:rsidR="008719B6" w:rsidRPr="006C5D0E">
      <w:rPr>
        <w:color w:val="808080"/>
        <w:sz w:val="20"/>
        <w:szCs w:val="20"/>
      </w:rPr>
      <w:fldChar w:fldCharType="begin"/>
    </w:r>
    <w:r w:rsidRPr="006C5D0E">
      <w:rPr>
        <w:color w:val="808080"/>
        <w:sz w:val="20"/>
        <w:szCs w:val="20"/>
      </w:rPr>
      <w:instrText xml:space="preserve"> PAGE </w:instrText>
    </w:r>
    <w:r w:rsidR="008719B6" w:rsidRPr="006C5D0E">
      <w:rPr>
        <w:color w:val="808080"/>
        <w:sz w:val="20"/>
        <w:szCs w:val="20"/>
      </w:rPr>
      <w:fldChar w:fldCharType="separate"/>
    </w:r>
    <w:r w:rsidR="00563BC5">
      <w:rPr>
        <w:noProof/>
        <w:color w:val="808080"/>
        <w:sz w:val="20"/>
        <w:szCs w:val="20"/>
      </w:rPr>
      <w:t>10</w:t>
    </w:r>
    <w:r w:rsidR="008719B6" w:rsidRPr="006C5D0E">
      <w:rPr>
        <w:color w:val="808080"/>
        <w:sz w:val="20"/>
        <w:szCs w:val="20"/>
      </w:rPr>
      <w:fldChar w:fldCharType="end"/>
    </w:r>
    <w:r w:rsidRPr="006C5D0E">
      <w:rPr>
        <w:color w:val="808080"/>
        <w:sz w:val="20"/>
        <w:szCs w:val="20"/>
      </w:rPr>
      <w:t xml:space="preserve"> of </w:t>
    </w:r>
    <w:r w:rsidR="008719B6" w:rsidRPr="006C5D0E">
      <w:rPr>
        <w:color w:val="808080"/>
        <w:sz w:val="20"/>
        <w:szCs w:val="20"/>
      </w:rPr>
      <w:fldChar w:fldCharType="begin"/>
    </w:r>
    <w:r w:rsidRPr="006C5D0E">
      <w:rPr>
        <w:color w:val="808080"/>
        <w:sz w:val="20"/>
        <w:szCs w:val="20"/>
      </w:rPr>
      <w:instrText xml:space="preserve"> NUMPAGES </w:instrText>
    </w:r>
    <w:r w:rsidR="008719B6" w:rsidRPr="006C5D0E">
      <w:rPr>
        <w:color w:val="808080"/>
        <w:sz w:val="20"/>
        <w:szCs w:val="20"/>
      </w:rPr>
      <w:fldChar w:fldCharType="separate"/>
    </w:r>
    <w:r w:rsidR="00563BC5">
      <w:rPr>
        <w:noProof/>
        <w:color w:val="808080"/>
        <w:sz w:val="20"/>
        <w:szCs w:val="20"/>
      </w:rPr>
      <w:t>10</w:t>
    </w:r>
    <w:r w:rsidR="008719B6"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80A" w:rsidRDefault="00CB680A" w:rsidP="006C5D0E">
      <w:pPr>
        <w:spacing w:before="0" w:after="0"/>
      </w:pPr>
      <w:r>
        <w:separator/>
      </w:r>
    </w:p>
  </w:footnote>
  <w:footnote w:type="continuationSeparator" w:id="0">
    <w:p w:rsidR="00CB680A" w:rsidRDefault="00CB680A"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652" w:rsidRPr="00E053F6" w:rsidRDefault="00B71652"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1.1</w:t>
        </w:r>
        <w:r w:rsidR="00F67943">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r>
          <w:rPr>
            <w:rStyle w:val="Style9"/>
          </w:rPr>
          <w:t>Social and Community Services</w:t>
        </w:r>
      </w:sdtContent>
    </w:sdt>
  </w:p>
  <w:p w:rsidR="00B71652" w:rsidRPr="00E053F6" w:rsidRDefault="00B71652">
    <w:pPr>
      <w:pStyle w:val="Header"/>
      <w:rPr>
        <w:sz w:val="20"/>
        <w:szCs w:val="20"/>
      </w:rPr>
    </w:pPr>
    <w:r w:rsidRPr="00E053F6">
      <w:rPr>
        <w:sz w:val="20"/>
        <w:szCs w:val="20"/>
      </w:rPr>
      <w:t>PAGE FOR LEARNER USE</w:t>
    </w:r>
  </w:p>
  <w:p w:rsidR="00B71652" w:rsidRPr="00E053F6" w:rsidRDefault="00B71652">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652" w:rsidRDefault="00563BC5">
    <w:pPr>
      <w:pStyle w:val="Header"/>
    </w:pPr>
    <w:r w:rsidRPr="00563BC5">
      <w:rPr>
        <w:noProof/>
        <w:lang w:eastAsia="en-NZ"/>
      </w:rPr>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652" w:rsidRPr="00E053F6" w:rsidRDefault="00B71652"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B71652" w:rsidRPr="00E053F6" w:rsidRDefault="00B71652"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B71652" w:rsidRDefault="00B7165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652" w:rsidRPr="00E053F6" w:rsidRDefault="00B71652"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1.1</w:t>
        </w:r>
        <w:r w:rsidR="00F67943">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Social and Community Services</w:t>
        </w:r>
      </w:sdtContent>
    </w:sdt>
  </w:p>
  <w:p w:rsidR="00B71652" w:rsidRPr="00E053F6" w:rsidRDefault="00B71652"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B71652" w:rsidRPr="00E053F6" w:rsidRDefault="00B71652">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652" w:rsidRPr="00B320A2" w:rsidRDefault="00B71652"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3">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4">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num w:numId="1">
    <w:abstractNumId w:val="0"/>
  </w:num>
  <w:num w:numId="2">
    <w:abstractNumId w:val="1"/>
  </w:num>
  <w:num w:numId="3">
    <w:abstractNumId w:val="3"/>
  </w:num>
  <w:num w:numId="4">
    <w:abstractNumId w:val="4"/>
  </w:num>
  <w:num w:numId="5">
    <w:abstractNumId w:val="2"/>
  </w:num>
  <w:num w:numId="6">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defaultTabStop w:val="720"/>
  <w:drawingGridHorizontalSpacing w:val="120"/>
  <w:displayHorizontalDrawingGridEvery w:val="2"/>
  <w:noPunctuationKerning/>
  <w:characterSpacingControl w:val="doNotCompress"/>
  <w:hdrShapeDefaults>
    <o:shapedefaults v:ext="edit" spidmax="39938"/>
  </w:hdrShapeDefaults>
  <w:footnotePr>
    <w:footnote w:id="-1"/>
    <w:footnote w:id="0"/>
  </w:footnotePr>
  <w:endnotePr>
    <w:endnote w:id="-1"/>
    <w:endnote w:id="0"/>
  </w:endnotePr>
  <w:compat>
    <w:useFELayout/>
  </w:compat>
  <w:rsids>
    <w:rsidRoot w:val="00D66461"/>
    <w:rsid w:val="000151E5"/>
    <w:rsid w:val="000221CF"/>
    <w:rsid w:val="00027FC5"/>
    <w:rsid w:val="0003223B"/>
    <w:rsid w:val="0004443A"/>
    <w:rsid w:val="00046059"/>
    <w:rsid w:val="000478E4"/>
    <w:rsid w:val="00047E2A"/>
    <w:rsid w:val="00050CD5"/>
    <w:rsid w:val="00057392"/>
    <w:rsid w:val="00060F4C"/>
    <w:rsid w:val="000668F8"/>
    <w:rsid w:val="0007340B"/>
    <w:rsid w:val="0007554D"/>
    <w:rsid w:val="00081BBC"/>
    <w:rsid w:val="000A04FB"/>
    <w:rsid w:val="000A491D"/>
    <w:rsid w:val="000A522B"/>
    <w:rsid w:val="000A6D78"/>
    <w:rsid w:val="000A7F13"/>
    <w:rsid w:val="000B0F45"/>
    <w:rsid w:val="000C0AD6"/>
    <w:rsid w:val="000D2EBA"/>
    <w:rsid w:val="00100CC1"/>
    <w:rsid w:val="00101FD4"/>
    <w:rsid w:val="00104B45"/>
    <w:rsid w:val="00110228"/>
    <w:rsid w:val="00112223"/>
    <w:rsid w:val="0012518E"/>
    <w:rsid w:val="00125C74"/>
    <w:rsid w:val="00126BFC"/>
    <w:rsid w:val="00140A53"/>
    <w:rsid w:val="00147815"/>
    <w:rsid w:val="00150EAB"/>
    <w:rsid w:val="001578C7"/>
    <w:rsid w:val="0016202D"/>
    <w:rsid w:val="001729AB"/>
    <w:rsid w:val="00197E3F"/>
    <w:rsid w:val="001B25E9"/>
    <w:rsid w:val="001B6DE1"/>
    <w:rsid w:val="001C29D2"/>
    <w:rsid w:val="001C7D48"/>
    <w:rsid w:val="001D6347"/>
    <w:rsid w:val="001D6C35"/>
    <w:rsid w:val="001D79A3"/>
    <w:rsid w:val="001E1BCB"/>
    <w:rsid w:val="001E1C10"/>
    <w:rsid w:val="001E521E"/>
    <w:rsid w:val="001F3C21"/>
    <w:rsid w:val="001F4B19"/>
    <w:rsid w:val="001F515B"/>
    <w:rsid w:val="001F6E9C"/>
    <w:rsid w:val="001F7A9B"/>
    <w:rsid w:val="00202445"/>
    <w:rsid w:val="0020313D"/>
    <w:rsid w:val="002125E0"/>
    <w:rsid w:val="00220DBB"/>
    <w:rsid w:val="002261EF"/>
    <w:rsid w:val="002469B0"/>
    <w:rsid w:val="00251778"/>
    <w:rsid w:val="00255DF0"/>
    <w:rsid w:val="00264A52"/>
    <w:rsid w:val="00266124"/>
    <w:rsid w:val="002964DF"/>
    <w:rsid w:val="002A0559"/>
    <w:rsid w:val="002A126D"/>
    <w:rsid w:val="002A4182"/>
    <w:rsid w:val="002A4AD8"/>
    <w:rsid w:val="002A64CA"/>
    <w:rsid w:val="002B7449"/>
    <w:rsid w:val="002B7AA3"/>
    <w:rsid w:val="002B7E58"/>
    <w:rsid w:val="002D0805"/>
    <w:rsid w:val="002D0A92"/>
    <w:rsid w:val="002D3FE1"/>
    <w:rsid w:val="002E5928"/>
    <w:rsid w:val="002E7035"/>
    <w:rsid w:val="002F178F"/>
    <w:rsid w:val="003001E5"/>
    <w:rsid w:val="00313D53"/>
    <w:rsid w:val="00314FE8"/>
    <w:rsid w:val="003211B0"/>
    <w:rsid w:val="003304A5"/>
    <w:rsid w:val="003304C2"/>
    <w:rsid w:val="00330E63"/>
    <w:rsid w:val="003341BF"/>
    <w:rsid w:val="00337B00"/>
    <w:rsid w:val="00347279"/>
    <w:rsid w:val="003609DC"/>
    <w:rsid w:val="00364E6D"/>
    <w:rsid w:val="0036540D"/>
    <w:rsid w:val="00385226"/>
    <w:rsid w:val="003A3097"/>
    <w:rsid w:val="003B2E13"/>
    <w:rsid w:val="003B5208"/>
    <w:rsid w:val="003C6DD6"/>
    <w:rsid w:val="003D30DC"/>
    <w:rsid w:val="003D5785"/>
    <w:rsid w:val="003D6F1D"/>
    <w:rsid w:val="003E653C"/>
    <w:rsid w:val="003E7B4D"/>
    <w:rsid w:val="003E7CAD"/>
    <w:rsid w:val="003F0791"/>
    <w:rsid w:val="0040348F"/>
    <w:rsid w:val="004065EA"/>
    <w:rsid w:val="004079F7"/>
    <w:rsid w:val="004121A2"/>
    <w:rsid w:val="00412742"/>
    <w:rsid w:val="004153A7"/>
    <w:rsid w:val="004231C4"/>
    <w:rsid w:val="00426295"/>
    <w:rsid w:val="0043647F"/>
    <w:rsid w:val="00444A42"/>
    <w:rsid w:val="004529C5"/>
    <w:rsid w:val="00461DCF"/>
    <w:rsid w:val="0046508A"/>
    <w:rsid w:val="004758D9"/>
    <w:rsid w:val="00476D14"/>
    <w:rsid w:val="00480C10"/>
    <w:rsid w:val="00480C16"/>
    <w:rsid w:val="00491680"/>
    <w:rsid w:val="00496FEF"/>
    <w:rsid w:val="004B6469"/>
    <w:rsid w:val="004C1E44"/>
    <w:rsid w:val="004C422D"/>
    <w:rsid w:val="004D1849"/>
    <w:rsid w:val="004D4FAF"/>
    <w:rsid w:val="004D736C"/>
    <w:rsid w:val="004E14EE"/>
    <w:rsid w:val="004F0DE7"/>
    <w:rsid w:val="00504965"/>
    <w:rsid w:val="00511538"/>
    <w:rsid w:val="00515294"/>
    <w:rsid w:val="005172B7"/>
    <w:rsid w:val="00521212"/>
    <w:rsid w:val="005225E1"/>
    <w:rsid w:val="00523BAD"/>
    <w:rsid w:val="005266AB"/>
    <w:rsid w:val="0053031E"/>
    <w:rsid w:val="00541317"/>
    <w:rsid w:val="00546999"/>
    <w:rsid w:val="005632BF"/>
    <w:rsid w:val="00563BC5"/>
    <w:rsid w:val="00567F19"/>
    <w:rsid w:val="00570961"/>
    <w:rsid w:val="0057678D"/>
    <w:rsid w:val="00592C23"/>
    <w:rsid w:val="005A07F7"/>
    <w:rsid w:val="005A1AD3"/>
    <w:rsid w:val="005A4997"/>
    <w:rsid w:val="005B078F"/>
    <w:rsid w:val="005B77CA"/>
    <w:rsid w:val="005C12E8"/>
    <w:rsid w:val="005C3132"/>
    <w:rsid w:val="005F0895"/>
    <w:rsid w:val="006045FA"/>
    <w:rsid w:val="00604F41"/>
    <w:rsid w:val="00606D38"/>
    <w:rsid w:val="00611E7E"/>
    <w:rsid w:val="00614EB9"/>
    <w:rsid w:val="00622AB9"/>
    <w:rsid w:val="0063289C"/>
    <w:rsid w:val="006365C4"/>
    <w:rsid w:val="00642B78"/>
    <w:rsid w:val="00654108"/>
    <w:rsid w:val="00654BC0"/>
    <w:rsid w:val="00656F4A"/>
    <w:rsid w:val="0066021F"/>
    <w:rsid w:val="00661838"/>
    <w:rsid w:val="00672689"/>
    <w:rsid w:val="006730C5"/>
    <w:rsid w:val="006854BE"/>
    <w:rsid w:val="00687F34"/>
    <w:rsid w:val="0069256E"/>
    <w:rsid w:val="00694816"/>
    <w:rsid w:val="0069709F"/>
    <w:rsid w:val="006A5AD9"/>
    <w:rsid w:val="006B2334"/>
    <w:rsid w:val="006B5100"/>
    <w:rsid w:val="006B5439"/>
    <w:rsid w:val="006B74B5"/>
    <w:rsid w:val="006C4385"/>
    <w:rsid w:val="006C5C65"/>
    <w:rsid w:val="006C5D0E"/>
    <w:rsid w:val="006C5D9A"/>
    <w:rsid w:val="006E7BF8"/>
    <w:rsid w:val="006F5644"/>
    <w:rsid w:val="006F66D2"/>
    <w:rsid w:val="006F7C0D"/>
    <w:rsid w:val="007027C1"/>
    <w:rsid w:val="007208D4"/>
    <w:rsid w:val="00724E3D"/>
    <w:rsid w:val="00734175"/>
    <w:rsid w:val="00741F8C"/>
    <w:rsid w:val="007534F7"/>
    <w:rsid w:val="00756254"/>
    <w:rsid w:val="00757864"/>
    <w:rsid w:val="00770BBF"/>
    <w:rsid w:val="007775B3"/>
    <w:rsid w:val="00777DC7"/>
    <w:rsid w:val="007B0449"/>
    <w:rsid w:val="007C7D07"/>
    <w:rsid w:val="007D0100"/>
    <w:rsid w:val="007D672C"/>
    <w:rsid w:val="007E15BF"/>
    <w:rsid w:val="007F08F8"/>
    <w:rsid w:val="00805571"/>
    <w:rsid w:val="00810455"/>
    <w:rsid w:val="00811D80"/>
    <w:rsid w:val="00823836"/>
    <w:rsid w:val="00825A23"/>
    <w:rsid w:val="0082757D"/>
    <w:rsid w:val="00832F1A"/>
    <w:rsid w:val="00833535"/>
    <w:rsid w:val="008403F2"/>
    <w:rsid w:val="00861416"/>
    <w:rsid w:val="00862854"/>
    <w:rsid w:val="00866EB1"/>
    <w:rsid w:val="008719B6"/>
    <w:rsid w:val="008719E9"/>
    <w:rsid w:val="0087256D"/>
    <w:rsid w:val="00872644"/>
    <w:rsid w:val="00881280"/>
    <w:rsid w:val="0088133C"/>
    <w:rsid w:val="00881A87"/>
    <w:rsid w:val="00890A9B"/>
    <w:rsid w:val="00891D8C"/>
    <w:rsid w:val="00892B3E"/>
    <w:rsid w:val="008A2212"/>
    <w:rsid w:val="008A4D0D"/>
    <w:rsid w:val="008A4D70"/>
    <w:rsid w:val="008B1EC8"/>
    <w:rsid w:val="008B5F7F"/>
    <w:rsid w:val="008B7AA1"/>
    <w:rsid w:val="008C1C1E"/>
    <w:rsid w:val="008C347B"/>
    <w:rsid w:val="008D16B8"/>
    <w:rsid w:val="008D5192"/>
    <w:rsid w:val="008F0E31"/>
    <w:rsid w:val="008F3DC9"/>
    <w:rsid w:val="00901DA9"/>
    <w:rsid w:val="00902F47"/>
    <w:rsid w:val="00913DC3"/>
    <w:rsid w:val="009237C7"/>
    <w:rsid w:val="00933712"/>
    <w:rsid w:val="00941342"/>
    <w:rsid w:val="00965494"/>
    <w:rsid w:val="00971DED"/>
    <w:rsid w:val="009723A3"/>
    <w:rsid w:val="00976CC8"/>
    <w:rsid w:val="0098038F"/>
    <w:rsid w:val="0098115A"/>
    <w:rsid w:val="00990F3A"/>
    <w:rsid w:val="00991E73"/>
    <w:rsid w:val="00994BE6"/>
    <w:rsid w:val="009A3A82"/>
    <w:rsid w:val="009A5840"/>
    <w:rsid w:val="009A709A"/>
    <w:rsid w:val="009B7E87"/>
    <w:rsid w:val="009C75AF"/>
    <w:rsid w:val="009C7854"/>
    <w:rsid w:val="009C7F64"/>
    <w:rsid w:val="009D321C"/>
    <w:rsid w:val="009D7089"/>
    <w:rsid w:val="009D737C"/>
    <w:rsid w:val="009E0098"/>
    <w:rsid w:val="009E10EA"/>
    <w:rsid w:val="009E1AC4"/>
    <w:rsid w:val="009E7333"/>
    <w:rsid w:val="009F2074"/>
    <w:rsid w:val="00A12263"/>
    <w:rsid w:val="00A16BC5"/>
    <w:rsid w:val="00A17220"/>
    <w:rsid w:val="00A3442A"/>
    <w:rsid w:val="00A43960"/>
    <w:rsid w:val="00A4702D"/>
    <w:rsid w:val="00A4758B"/>
    <w:rsid w:val="00A52EDE"/>
    <w:rsid w:val="00A5698D"/>
    <w:rsid w:val="00A72545"/>
    <w:rsid w:val="00A743BA"/>
    <w:rsid w:val="00A743F2"/>
    <w:rsid w:val="00A85366"/>
    <w:rsid w:val="00A86353"/>
    <w:rsid w:val="00A90D22"/>
    <w:rsid w:val="00A96196"/>
    <w:rsid w:val="00A977AC"/>
    <w:rsid w:val="00AA1CE1"/>
    <w:rsid w:val="00AA6C65"/>
    <w:rsid w:val="00AB2437"/>
    <w:rsid w:val="00AB6421"/>
    <w:rsid w:val="00AB6DE1"/>
    <w:rsid w:val="00AC0257"/>
    <w:rsid w:val="00AC2640"/>
    <w:rsid w:val="00AC4B2E"/>
    <w:rsid w:val="00AD2923"/>
    <w:rsid w:val="00AD61D9"/>
    <w:rsid w:val="00AD7E75"/>
    <w:rsid w:val="00AE0ADE"/>
    <w:rsid w:val="00B02CA4"/>
    <w:rsid w:val="00B06254"/>
    <w:rsid w:val="00B063FC"/>
    <w:rsid w:val="00B24024"/>
    <w:rsid w:val="00B2767A"/>
    <w:rsid w:val="00B30F6B"/>
    <w:rsid w:val="00B31A41"/>
    <w:rsid w:val="00B320A2"/>
    <w:rsid w:val="00B460A9"/>
    <w:rsid w:val="00B53363"/>
    <w:rsid w:val="00B536D2"/>
    <w:rsid w:val="00B53E51"/>
    <w:rsid w:val="00B53F81"/>
    <w:rsid w:val="00B64DE8"/>
    <w:rsid w:val="00B66133"/>
    <w:rsid w:val="00B71652"/>
    <w:rsid w:val="00B74A8A"/>
    <w:rsid w:val="00B90262"/>
    <w:rsid w:val="00B94753"/>
    <w:rsid w:val="00BB2BCC"/>
    <w:rsid w:val="00BC48A9"/>
    <w:rsid w:val="00BC4BB6"/>
    <w:rsid w:val="00BC7A5C"/>
    <w:rsid w:val="00BE79BF"/>
    <w:rsid w:val="00BF3AA6"/>
    <w:rsid w:val="00C0164D"/>
    <w:rsid w:val="00C05DE1"/>
    <w:rsid w:val="00C0712C"/>
    <w:rsid w:val="00C1052C"/>
    <w:rsid w:val="00C1131B"/>
    <w:rsid w:val="00C13D16"/>
    <w:rsid w:val="00C15309"/>
    <w:rsid w:val="00C20D38"/>
    <w:rsid w:val="00C2253C"/>
    <w:rsid w:val="00C23E2C"/>
    <w:rsid w:val="00C25232"/>
    <w:rsid w:val="00C258BB"/>
    <w:rsid w:val="00C31867"/>
    <w:rsid w:val="00C6224C"/>
    <w:rsid w:val="00C62253"/>
    <w:rsid w:val="00C64D7A"/>
    <w:rsid w:val="00C678D2"/>
    <w:rsid w:val="00C67B95"/>
    <w:rsid w:val="00C7380A"/>
    <w:rsid w:val="00C73870"/>
    <w:rsid w:val="00C82309"/>
    <w:rsid w:val="00C8612D"/>
    <w:rsid w:val="00C94F2A"/>
    <w:rsid w:val="00C963A6"/>
    <w:rsid w:val="00CA2937"/>
    <w:rsid w:val="00CB5956"/>
    <w:rsid w:val="00CB680A"/>
    <w:rsid w:val="00CC1F93"/>
    <w:rsid w:val="00CC486C"/>
    <w:rsid w:val="00CE1AA7"/>
    <w:rsid w:val="00CE1D88"/>
    <w:rsid w:val="00CE44E2"/>
    <w:rsid w:val="00D05592"/>
    <w:rsid w:val="00D11B8E"/>
    <w:rsid w:val="00D134BD"/>
    <w:rsid w:val="00D17E01"/>
    <w:rsid w:val="00D25260"/>
    <w:rsid w:val="00D406F3"/>
    <w:rsid w:val="00D453D2"/>
    <w:rsid w:val="00D47620"/>
    <w:rsid w:val="00D50EBE"/>
    <w:rsid w:val="00D518AC"/>
    <w:rsid w:val="00D548E8"/>
    <w:rsid w:val="00D63154"/>
    <w:rsid w:val="00D6349A"/>
    <w:rsid w:val="00D6349E"/>
    <w:rsid w:val="00D66461"/>
    <w:rsid w:val="00D67A0D"/>
    <w:rsid w:val="00D83224"/>
    <w:rsid w:val="00D85D6D"/>
    <w:rsid w:val="00D861B3"/>
    <w:rsid w:val="00DA0317"/>
    <w:rsid w:val="00DB0ED2"/>
    <w:rsid w:val="00DB1F94"/>
    <w:rsid w:val="00DB2D33"/>
    <w:rsid w:val="00DB3ED9"/>
    <w:rsid w:val="00DB7266"/>
    <w:rsid w:val="00DC3002"/>
    <w:rsid w:val="00DC3AA3"/>
    <w:rsid w:val="00DD23B2"/>
    <w:rsid w:val="00DD7809"/>
    <w:rsid w:val="00DE05B3"/>
    <w:rsid w:val="00DE243A"/>
    <w:rsid w:val="00DE5DEE"/>
    <w:rsid w:val="00DF0F1C"/>
    <w:rsid w:val="00E01D6C"/>
    <w:rsid w:val="00E020A7"/>
    <w:rsid w:val="00E053F6"/>
    <w:rsid w:val="00E0606E"/>
    <w:rsid w:val="00E1093A"/>
    <w:rsid w:val="00E11D04"/>
    <w:rsid w:val="00E16475"/>
    <w:rsid w:val="00E1652E"/>
    <w:rsid w:val="00E2272A"/>
    <w:rsid w:val="00E238F3"/>
    <w:rsid w:val="00E25E10"/>
    <w:rsid w:val="00E32E7E"/>
    <w:rsid w:val="00E37556"/>
    <w:rsid w:val="00E45C47"/>
    <w:rsid w:val="00E5258E"/>
    <w:rsid w:val="00E554FC"/>
    <w:rsid w:val="00E8797A"/>
    <w:rsid w:val="00EA3DD8"/>
    <w:rsid w:val="00EA5250"/>
    <w:rsid w:val="00EA75BD"/>
    <w:rsid w:val="00EB2BCA"/>
    <w:rsid w:val="00EB624A"/>
    <w:rsid w:val="00EC2009"/>
    <w:rsid w:val="00EC464F"/>
    <w:rsid w:val="00EE1B35"/>
    <w:rsid w:val="00EE2D63"/>
    <w:rsid w:val="00EE3373"/>
    <w:rsid w:val="00EE6E3B"/>
    <w:rsid w:val="00EF3F66"/>
    <w:rsid w:val="00EF6F30"/>
    <w:rsid w:val="00F00020"/>
    <w:rsid w:val="00F05F17"/>
    <w:rsid w:val="00F20B62"/>
    <w:rsid w:val="00F23B5C"/>
    <w:rsid w:val="00F277BD"/>
    <w:rsid w:val="00F27C34"/>
    <w:rsid w:val="00F31E47"/>
    <w:rsid w:val="00F32372"/>
    <w:rsid w:val="00F44044"/>
    <w:rsid w:val="00F56BFE"/>
    <w:rsid w:val="00F57CB0"/>
    <w:rsid w:val="00F6222A"/>
    <w:rsid w:val="00F63B74"/>
    <w:rsid w:val="00F67943"/>
    <w:rsid w:val="00F81BC1"/>
    <w:rsid w:val="00F85E81"/>
    <w:rsid w:val="00F87093"/>
    <w:rsid w:val="00FA6794"/>
    <w:rsid w:val="00FA7B1B"/>
    <w:rsid w:val="00FB5CF1"/>
    <w:rsid w:val="00FC4C55"/>
    <w:rsid w:val="00FC736F"/>
    <w:rsid w:val="00FD3205"/>
    <w:rsid w:val="00FD65B6"/>
    <w:rsid w:val="00FE3C08"/>
    <w:rsid w:val="00FE7D30"/>
    <w:rsid w:val="00FF41AD"/>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NZ" w:eastAsia="zh-CN" w:bidi="ar-SA"/>
      </w:rPr>
    </w:rPrDefault>
    <w:pPrDefault/>
  </w:docDefaults>
  <w:latentStyles w:defLockedState="0" w:defUIPriority="0" w:defSemiHidden="0" w:defUnhideWhenUsed="0" w:defQFormat="0" w:count="267">
    <w:lsdException w:name="heading 2" w:qFormat="1"/>
    <w:lsdException w:name="Hyperlink" w:uiPriority="99"/>
  </w:latentStyles>
  <w:style w:type="paragraph" w:default="1" w:styleId="Normal">
    <w:name w:val="Normal"/>
    <w:aliases w:val="VP Body general text"/>
    <w:qFormat/>
    <w:rsid w:val="00D548E8"/>
    <w:pPr>
      <w:spacing w:before="120" w:after="120"/>
    </w:pPr>
    <w:rPr>
      <w:rFonts w:asciiTheme="minorHAnsi" w:hAnsiTheme="minorHAnsi"/>
      <w:color w:val="000000" w:themeColor="text1"/>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uiPriority w:val="99"/>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rsid w:val="00461DCF"/>
    <w:pPr>
      <w:widowControl w:val="0"/>
      <w:tabs>
        <w:tab w:val="clear" w:pos="397"/>
        <w:tab w:val="num" w:pos="0"/>
        <w:tab w:val="left" w:pos="426"/>
      </w:tabs>
      <w:autoSpaceDE w:val="0"/>
      <w:autoSpaceDN w:val="0"/>
      <w:adjustRightInd w:val="0"/>
      <w:spacing w:before="80" w:after="80"/>
      <w:ind w:left="426" w:hanging="426"/>
    </w:pPr>
    <w:rPr>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styleId="CommentSubject">
    <w:name w:val="annotation subject"/>
    <w:basedOn w:val="CommentText"/>
    <w:next w:val="CommentText"/>
    <w:link w:val="CommentSubjectChar"/>
    <w:rsid w:val="00D17E01"/>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rsid w:val="00D17E01"/>
    <w:rPr>
      <w:rFonts w:asciiTheme="minorHAnsi" w:eastAsia="Times New Roman" w:hAnsiTheme="minorHAnsi"/>
      <w:b/>
      <w:bCs/>
      <w:color w:val="000000" w:themeColor="text1"/>
      <w:sz w:val="20"/>
      <w:szCs w:val="20"/>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NZ" w:eastAsia="zh-CN" w:bidi="ar-SA"/>
      </w:rPr>
    </w:rPrDefault>
    <w:pPrDefault/>
  </w:docDefaults>
  <w:latentStyles w:defLockedState="0" w:defUIPriority="0" w:defSemiHidden="0" w:defUnhideWhenUsed="0" w:defQFormat="0" w:count="267">
    <w:lsdException w:name="heading 2" w:qFormat="1"/>
    <w:lsdException w:name="Hyperlink" w:uiPriority="99"/>
  </w:latentStyles>
  <w:style w:type="paragraph" w:default="1" w:styleId="Normal">
    <w:name w:val="Normal"/>
    <w:aliases w:val="VP Body general text"/>
    <w:qFormat/>
    <w:rsid w:val="00D548E8"/>
    <w:pPr>
      <w:spacing w:before="120" w:after="120"/>
    </w:pPr>
    <w:rPr>
      <w:rFonts w:asciiTheme="minorHAnsi" w:hAnsiTheme="minorHAnsi"/>
      <w:color w:val="000000" w:themeColor="text1"/>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uiPriority w:val="99"/>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rsid w:val="00461DCF"/>
    <w:pPr>
      <w:widowControl w:val="0"/>
      <w:tabs>
        <w:tab w:val="clear" w:pos="397"/>
        <w:tab w:val="num" w:pos="0"/>
        <w:tab w:val="left" w:pos="426"/>
      </w:tabs>
      <w:autoSpaceDE w:val="0"/>
      <w:autoSpaceDN w:val="0"/>
      <w:adjustRightInd w:val="0"/>
      <w:spacing w:before="80" w:after="80"/>
      <w:ind w:left="426" w:hanging="426"/>
    </w:pPr>
    <w:rPr>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styleId="CommentSubject">
    <w:name w:val="annotation subject"/>
    <w:basedOn w:val="CommentText"/>
    <w:next w:val="CommentText"/>
    <w:link w:val="CommentSubjectChar"/>
    <w:rsid w:val="00D17E01"/>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rsid w:val="00D17E01"/>
    <w:rPr>
      <w:rFonts w:asciiTheme="minorHAnsi" w:eastAsia="Times New Roman" w:hAnsiTheme="minorHAnsi"/>
      <w:b/>
      <w:bCs/>
      <w:color w:val="000000" w:themeColor="text1"/>
      <w:sz w:val="20"/>
      <w:szCs w:val="20"/>
      <w:lang w:val="en-AU" w:eastAsia="en-US"/>
    </w:rPr>
  </w:style>
</w:styles>
</file>

<file path=word/webSettings.xml><?xml version="1.0" encoding="utf-8"?>
<w:webSettings xmlns:r="http://schemas.openxmlformats.org/officeDocument/2006/relationships" xmlns:w="http://schemas.openxmlformats.org/wordprocessingml/2006/main">
  <w:divs>
    <w:div w:id="194380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health.tki.org.nz/Teaching-in-HPE/Curriculum-statement/Underlying-concepts/Well-being-hauora"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business.govt.nz/healthandsafetygroup/information-guidance/all-guidance-items/healthy-work-managing-stress-and-fatigue-in-the-workplace-1/stressfatigue.pdf" TargetMode="External"/><Relationship Id="rId2" Type="http://schemas.openxmlformats.org/officeDocument/2006/relationships/numbering" Target="numbering.xml"/><Relationship Id="rId16" Type="http://schemas.openxmlformats.org/officeDocument/2006/relationships/hyperlink" Target="http://www.jephc.com/fullarticle.cfm?content_id=610"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oem.bmj.com/content/58/1/68.full"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healthed.govt.nz/"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12948"/>
    <w:rsid w:val="000417B2"/>
    <w:rsid w:val="00083F3C"/>
    <w:rsid w:val="000D7321"/>
    <w:rsid w:val="001247AE"/>
    <w:rsid w:val="001434F1"/>
    <w:rsid w:val="0017140E"/>
    <w:rsid w:val="00252A60"/>
    <w:rsid w:val="00293051"/>
    <w:rsid w:val="002B3B56"/>
    <w:rsid w:val="003B6D49"/>
    <w:rsid w:val="003D7123"/>
    <w:rsid w:val="003F5D38"/>
    <w:rsid w:val="00445CC2"/>
    <w:rsid w:val="00474B7B"/>
    <w:rsid w:val="004B4729"/>
    <w:rsid w:val="00505143"/>
    <w:rsid w:val="00506B7D"/>
    <w:rsid w:val="00561817"/>
    <w:rsid w:val="005F7178"/>
    <w:rsid w:val="0061395A"/>
    <w:rsid w:val="006A6F2D"/>
    <w:rsid w:val="00763C0A"/>
    <w:rsid w:val="007753CB"/>
    <w:rsid w:val="007B1A92"/>
    <w:rsid w:val="007D254E"/>
    <w:rsid w:val="007E53FC"/>
    <w:rsid w:val="00832D2A"/>
    <w:rsid w:val="00836E19"/>
    <w:rsid w:val="00854405"/>
    <w:rsid w:val="00921372"/>
    <w:rsid w:val="00923C08"/>
    <w:rsid w:val="0094231E"/>
    <w:rsid w:val="00962B1B"/>
    <w:rsid w:val="009C2138"/>
    <w:rsid w:val="009C44E2"/>
    <w:rsid w:val="00AC4CD1"/>
    <w:rsid w:val="00B36203"/>
    <w:rsid w:val="00B539F5"/>
    <w:rsid w:val="00B818E2"/>
    <w:rsid w:val="00B87ED1"/>
    <w:rsid w:val="00BD010D"/>
    <w:rsid w:val="00BD3521"/>
    <w:rsid w:val="00C17C59"/>
    <w:rsid w:val="00C328AF"/>
    <w:rsid w:val="00C6597E"/>
    <w:rsid w:val="00C75E79"/>
    <w:rsid w:val="00C94AA5"/>
    <w:rsid w:val="00CC0CCB"/>
    <w:rsid w:val="00CD2826"/>
    <w:rsid w:val="00D007DF"/>
    <w:rsid w:val="00D10724"/>
    <w:rsid w:val="00D13118"/>
    <w:rsid w:val="00D134A7"/>
    <w:rsid w:val="00D23AD9"/>
    <w:rsid w:val="00D509BD"/>
    <w:rsid w:val="00D61508"/>
    <w:rsid w:val="00E2402C"/>
    <w:rsid w:val="00E8737F"/>
    <w:rsid w:val="00ED4005"/>
    <w:rsid w:val="00EE39C8"/>
    <w:rsid w:val="00EE3BBB"/>
    <w:rsid w:val="00F27A4B"/>
    <w:rsid w:val="00F35B06"/>
    <w:rsid w:val="00F639A3"/>
    <w:rsid w:val="00FD307A"/>
    <w:rsid w:val="00FD4C80"/>
    <w:rsid w:val="00FE31C8"/>
    <w:rsid w:val="00FE3C0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47AE"/>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9F04B185F9543458600F092164D5357">
    <w:name w:val="F9F04B185F9543458600F092164D5357"/>
    <w:rsid w:val="00252A60"/>
    <w:rPr>
      <w:lang w:val="en-US" w:eastAsia="en-US"/>
    </w:rPr>
  </w:style>
  <w:style w:type="paragraph" w:customStyle="1" w:styleId="C72258EDE08E420EA9B5D86AC27A5F4D">
    <w:name w:val="C72258EDE08E420EA9B5D86AC27A5F4D"/>
    <w:rsid w:val="001247AE"/>
    <w:rPr>
      <w:lang w:val="en-US" w:eastAsia="en-US"/>
    </w:rPr>
  </w:style>
  <w:style w:type="paragraph" w:customStyle="1" w:styleId="297B9069F27B4CFC934338DA835309F2">
    <w:name w:val="297B9069F27B4CFC934338DA835309F2"/>
    <w:rsid w:val="001247AE"/>
    <w:rPr>
      <w:lang w:val="en-US" w:eastAsia="en-US"/>
    </w:rPr>
  </w:style>
  <w:style w:type="paragraph" w:customStyle="1" w:styleId="7D055505DD584029B9F1C4CF728ABEFC">
    <w:name w:val="7D055505DD584029B9F1C4CF728ABEFC"/>
    <w:rsid w:val="001247AE"/>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11B1F-8038-4CDE-9936-E9EC71B9C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7</TotalTime>
  <Pages>10</Pages>
  <Words>3032</Words>
  <Characters>17285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20277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Social and Community Services - Health 1.1</dc:subject>
  <dc:creator>Ministry of Education</dc:creator>
  <cp:lastModifiedBy>Anne</cp:lastModifiedBy>
  <cp:revision>8</cp:revision>
  <cp:lastPrinted>2013-02-11T02:30:00Z</cp:lastPrinted>
  <dcterms:created xsi:type="dcterms:W3CDTF">2013-09-06T09:07:00Z</dcterms:created>
  <dcterms:modified xsi:type="dcterms:W3CDTF">2017-09-20T03:03:00Z</dcterms:modified>
</cp:coreProperties>
</file>